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71083626" w:rsidR="00421E32" w:rsidRPr="007F3777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  <w:lang w:val="en-GB"/>
        </w:rPr>
        <w:t xml:space="preserve">SPECIFICATION OF </w:t>
      </w:r>
      <w:r w:rsidR="003F0316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7A6956B7" w:rsidR="004E36AD" w:rsidRPr="007F3777" w:rsidRDefault="004E36AD" w:rsidP="003F0316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D2786F">
        <w:rPr>
          <w:rStyle w:val="Strong"/>
          <w:lang w:val="en-GB"/>
        </w:rPr>
        <w:t>15-G040-23</w:t>
      </w:r>
      <w:bookmarkStart w:id="0" w:name="_GoBack"/>
      <w:bookmarkEnd w:id="0"/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08AF0BFE" w14:textId="77777777" w:rsidR="00C44890" w:rsidRPr="00C44890" w:rsidRDefault="00C44890" w:rsidP="00C44890">
      <w:pPr>
        <w:pStyle w:val="Heading2"/>
      </w:pPr>
      <w:bookmarkStart w:id="1" w:name="_Toc419729571"/>
      <w:bookmarkStart w:id="2" w:name="_Toc11156577"/>
      <w:r w:rsidRPr="00C44890">
        <w:lastRenderedPageBreak/>
        <w:t>Specification</w:t>
      </w:r>
      <w:bookmarkEnd w:id="1"/>
    </w:p>
    <w:p w14:paraId="3E6BBCE8" w14:textId="4D333F31" w:rsidR="00C44890" w:rsidRDefault="00C44890" w:rsidP="00C44890">
      <w:pPr>
        <w:pStyle w:val="Heading3"/>
      </w:pPr>
      <w:bookmarkStart w:id="3" w:name="_Toc293504682"/>
      <w:bookmarkStart w:id="4" w:name="_Toc419729572"/>
      <w:bookmarkStart w:id="5" w:name="_Toc292659306"/>
      <w:r w:rsidRPr="00C44890">
        <w:t>Background</w:t>
      </w:r>
      <w:bookmarkEnd w:id="3"/>
      <w:bookmarkEnd w:id="4"/>
    </w:p>
    <w:p w14:paraId="24A7EEAB" w14:textId="2533E143" w:rsidR="00C44890" w:rsidRPr="00C44890" w:rsidRDefault="003F0316" w:rsidP="00C44890">
      <w:pPr>
        <w:rPr>
          <w:lang w:val="en-GB"/>
        </w:rPr>
      </w:pPr>
      <w:r>
        <w:rPr>
          <w:lang w:val="en-GB"/>
        </w:rPr>
        <w:t xml:space="preserve">The project was proposed by Beru Island Council to accommodate the need of the People on Beru Island to build a Police Office and Cell to give a better place for the island people. The project is new, and will commence once every part of the process is completed. </w:t>
      </w:r>
    </w:p>
    <w:p w14:paraId="000280F4" w14:textId="1A2FB770" w:rsidR="00C44890" w:rsidRPr="00C44890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>
        <w:rPr>
          <w:rFonts w:cs="Calibri"/>
          <w:lang w:val="en-GB"/>
        </w:rPr>
        <w:t>Requirements</w:t>
      </w:r>
    </w:p>
    <w:p w14:paraId="63B9B8A8" w14:textId="39B97F07" w:rsidR="002A4740" w:rsidRPr="00C44890" w:rsidRDefault="00C44890" w:rsidP="00C44890">
      <w:pPr>
        <w:rPr>
          <w:lang w:val="en-GB"/>
        </w:rPr>
      </w:pPr>
      <w:bookmarkStart w:id="7" w:name="_Toc308102003"/>
      <w:r w:rsidRPr="00C44890">
        <w:rPr>
          <w:lang w:val="en-GB"/>
        </w:rPr>
        <w:t>All supporting documentation must be in English.</w:t>
      </w:r>
      <w:r w:rsidR="0055362B">
        <w:rPr>
          <w:lang w:val="en-GB"/>
        </w:rPr>
        <w:t xml:space="preserve"> Kindly note that the list of requirement can be found in the </w:t>
      </w:r>
      <w:r w:rsidR="0055362B">
        <w:rPr>
          <w:b/>
          <w:lang w:val="en-GB"/>
        </w:rPr>
        <w:t xml:space="preserve">Instructions on How to Submit Tender </w:t>
      </w:r>
      <w:r w:rsidR="0055362B">
        <w:rPr>
          <w:lang w:val="en-GB"/>
        </w:rPr>
        <w:t xml:space="preserve">template, page 5. </w:t>
      </w:r>
    </w:p>
    <w:p w14:paraId="17367821" w14:textId="757F7840" w:rsidR="00C44890" w:rsidRDefault="00C44890" w:rsidP="00772E21">
      <w:pPr>
        <w:pStyle w:val="Heading3"/>
      </w:pPr>
      <w:bookmarkStart w:id="8" w:name="_Toc419729578"/>
      <w:bookmarkEnd w:id="7"/>
      <w:r w:rsidRPr="00C44890">
        <w:t>Delivery Time</w:t>
      </w:r>
      <w:bookmarkEnd w:id="8"/>
    </w:p>
    <w:p w14:paraId="36352CC1" w14:textId="417D98B7" w:rsidR="0055362B" w:rsidRPr="0055362B" w:rsidRDefault="0055362B" w:rsidP="0055362B">
      <w:r>
        <w:t xml:space="preserve">Suppliers are required to provide the delivery time frame. </w:t>
      </w:r>
    </w:p>
    <w:bookmarkEnd w:id="5"/>
    <w:bookmarkEnd w:id="6"/>
    <w:p w14:paraId="625DFCD7" w14:textId="43F96A5E" w:rsidR="00C44890" w:rsidRPr="00C44890" w:rsidRDefault="00C44890" w:rsidP="00C44890">
      <w:pPr>
        <w:pStyle w:val="Heading2"/>
      </w:pPr>
      <w:r w:rsidRPr="00C44890">
        <w:t>Description of the Goods</w:t>
      </w:r>
      <w:bookmarkEnd w:id="2"/>
    </w:p>
    <w:p w14:paraId="107815C1" w14:textId="77777777" w:rsidR="00C44890" w:rsidRPr="00C44890" w:rsidRDefault="00C44890" w:rsidP="00C44890">
      <w:pPr>
        <w:rPr>
          <w:i/>
          <w:iCs/>
        </w:rPr>
      </w:pPr>
      <w:r w:rsidRPr="00C44890">
        <w:rPr>
          <w:i/>
          <w:iCs/>
        </w:rPr>
        <w:t>Here, list all items to be Tendered</w:t>
      </w:r>
    </w:p>
    <w:p w14:paraId="69E741C9" w14:textId="77777777" w:rsidR="00C44890" w:rsidRPr="00C44890" w:rsidRDefault="00C44890" w:rsidP="00C44890">
      <w:pPr>
        <w:rPr>
          <w:i/>
          <w:iCs/>
        </w:rPr>
      </w:pPr>
      <w:r w:rsidRPr="00C44890">
        <w:rPr>
          <w:i/>
          <w:iCs/>
        </w:rPr>
        <w:t>(This part may be replaced by a proprietary Supplier description)</w:t>
      </w:r>
    </w:p>
    <w:p w14:paraId="67D3B075" w14:textId="77777777" w:rsidR="00C44890" w:rsidRPr="00C44890" w:rsidRDefault="00C44890" w:rsidP="00C44890"/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044"/>
        <w:gridCol w:w="916"/>
        <w:gridCol w:w="1119"/>
        <w:gridCol w:w="1493"/>
        <w:gridCol w:w="1385"/>
      </w:tblGrid>
      <w:tr w:rsidR="00384D40" w:rsidRPr="00C44890" w14:paraId="7BA20976" w14:textId="59B94A2B" w:rsidTr="00384D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384D40" w:rsidRPr="00C44890" w:rsidRDefault="00384D40" w:rsidP="00C44890">
            <w:r w:rsidRPr="00C44890">
              <w:t>Pos.</w:t>
            </w:r>
          </w:p>
        </w:tc>
        <w:tc>
          <w:tcPr>
            <w:tcW w:w="4044" w:type="dxa"/>
          </w:tcPr>
          <w:p w14:paraId="176179CC" w14:textId="77777777" w:rsidR="00384D40" w:rsidRPr="00C44890" w:rsidRDefault="00384D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4890">
              <w:t>Description</w:t>
            </w:r>
          </w:p>
        </w:tc>
        <w:tc>
          <w:tcPr>
            <w:tcW w:w="916" w:type="dxa"/>
          </w:tcPr>
          <w:p w14:paraId="7B9E24DF" w14:textId="557DECFB" w:rsidR="00384D40" w:rsidRPr="00C44890" w:rsidRDefault="00384D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</w:t>
            </w:r>
          </w:p>
        </w:tc>
        <w:tc>
          <w:tcPr>
            <w:tcW w:w="1119" w:type="dxa"/>
          </w:tcPr>
          <w:p w14:paraId="118A40E2" w14:textId="2B9E8697" w:rsidR="00384D40" w:rsidRPr="00C44890" w:rsidRDefault="00384D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4890">
              <w:t>Number</w:t>
            </w:r>
          </w:p>
        </w:tc>
        <w:tc>
          <w:tcPr>
            <w:tcW w:w="1493" w:type="dxa"/>
          </w:tcPr>
          <w:p w14:paraId="7FE7D34C" w14:textId="558241B6" w:rsidR="00384D40" w:rsidRPr="00C44890" w:rsidRDefault="00384D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Delivery Time </w:t>
            </w:r>
            <w:r w:rsidRPr="00C44890">
              <w:t>(to be Tendered)</w:t>
            </w:r>
          </w:p>
        </w:tc>
        <w:tc>
          <w:tcPr>
            <w:tcW w:w="1385" w:type="dxa"/>
          </w:tcPr>
          <w:p w14:paraId="345F2A9D" w14:textId="307D1751" w:rsidR="00384D40" w:rsidRPr="00C44890" w:rsidRDefault="00384D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4890">
              <w:t>Price (to be Tendered)</w:t>
            </w:r>
          </w:p>
        </w:tc>
      </w:tr>
      <w:tr w:rsidR="00384D40" w:rsidRPr="00C44890" w14:paraId="77BC75D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7028CA8" w14:textId="77777777" w:rsidR="00384D40" w:rsidRPr="00C44890" w:rsidRDefault="00384D40" w:rsidP="00C44890"/>
        </w:tc>
        <w:tc>
          <w:tcPr>
            <w:tcW w:w="4044" w:type="dxa"/>
          </w:tcPr>
          <w:p w14:paraId="67DAFAD8" w14:textId="0F8508D6" w:rsidR="00384D40" w:rsidRPr="00D006F7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Tools &amp; Sundries</w:t>
            </w:r>
          </w:p>
        </w:tc>
        <w:tc>
          <w:tcPr>
            <w:tcW w:w="916" w:type="dxa"/>
          </w:tcPr>
          <w:p w14:paraId="07D4D249" w14:textId="7777777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56D62D4C" w14:textId="7CF96CEE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7194ADF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FE322D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E6D2AD2" w14:textId="41F29E74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384D40" w:rsidRPr="00C44890" w:rsidRDefault="00384D40" w:rsidP="00C44890">
            <w:pPr>
              <w:rPr>
                <w:b w:val="0"/>
                <w:bCs w:val="0"/>
              </w:rPr>
            </w:pPr>
            <w:r w:rsidRPr="00C44890">
              <w:rPr>
                <w:b w:val="0"/>
                <w:bCs w:val="0"/>
              </w:rPr>
              <w:t>1</w:t>
            </w:r>
          </w:p>
        </w:tc>
        <w:tc>
          <w:tcPr>
            <w:tcW w:w="4044" w:type="dxa"/>
          </w:tcPr>
          <w:p w14:paraId="6A4A0819" w14:textId="68F0E2DD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Shovels </w:t>
            </w:r>
          </w:p>
        </w:tc>
        <w:tc>
          <w:tcPr>
            <w:tcW w:w="916" w:type="dxa"/>
          </w:tcPr>
          <w:p w14:paraId="6A5187F5" w14:textId="573D7080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52597C6" w14:textId="0A93FCAF" w:rsidR="00384D40" w:rsidRPr="00C4489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7E3C67F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3B5A4A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74E0324" w14:textId="3A7B6733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384D40" w:rsidRPr="00C44890" w:rsidRDefault="00384D40" w:rsidP="00C44890">
            <w:pPr>
              <w:rPr>
                <w:b w:val="0"/>
                <w:bCs w:val="0"/>
              </w:rPr>
            </w:pPr>
            <w:r w:rsidRPr="00C44890">
              <w:rPr>
                <w:b w:val="0"/>
                <w:bCs w:val="0"/>
              </w:rPr>
              <w:t>2</w:t>
            </w:r>
          </w:p>
        </w:tc>
        <w:tc>
          <w:tcPr>
            <w:tcW w:w="4044" w:type="dxa"/>
          </w:tcPr>
          <w:p w14:paraId="33F7DABB" w14:textId="23431012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Wheel Barrows </w:t>
            </w:r>
          </w:p>
        </w:tc>
        <w:tc>
          <w:tcPr>
            <w:tcW w:w="916" w:type="dxa"/>
          </w:tcPr>
          <w:p w14:paraId="409A8153" w14:textId="32C752E5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468F09AE" w14:textId="54D9BFA8" w:rsidR="00384D40" w:rsidRPr="00C4489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7873389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B32EE0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278F09A" w14:textId="5BE1C4CD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384D40" w:rsidRPr="00C44890" w:rsidRDefault="00384D40" w:rsidP="00C44890">
            <w:pPr>
              <w:rPr>
                <w:b w:val="0"/>
                <w:bCs w:val="0"/>
              </w:rPr>
            </w:pPr>
            <w:r w:rsidRPr="00C44890">
              <w:rPr>
                <w:b w:val="0"/>
                <w:bCs w:val="0"/>
              </w:rPr>
              <w:t>3</w:t>
            </w:r>
          </w:p>
        </w:tc>
        <w:tc>
          <w:tcPr>
            <w:tcW w:w="4044" w:type="dxa"/>
          </w:tcPr>
          <w:p w14:paraId="2B307F71" w14:textId="7A40CFBB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Bolt Cutter </w:t>
            </w:r>
          </w:p>
        </w:tc>
        <w:tc>
          <w:tcPr>
            <w:tcW w:w="916" w:type="dxa"/>
          </w:tcPr>
          <w:p w14:paraId="3BB3C7BE" w14:textId="511282FF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7E95E12C" w14:textId="02601935" w:rsidR="00384D40" w:rsidRPr="00C4489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56EC4DF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F47D2E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0AC8E16" w14:textId="0172A703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384D40" w:rsidRPr="00C44890" w:rsidRDefault="00384D40" w:rsidP="00C44890">
            <w:pPr>
              <w:rPr>
                <w:b w:val="0"/>
                <w:bCs w:val="0"/>
              </w:rPr>
            </w:pPr>
            <w:r w:rsidRPr="00C44890">
              <w:rPr>
                <w:b w:val="0"/>
                <w:bCs w:val="0"/>
              </w:rPr>
              <w:t>4</w:t>
            </w:r>
          </w:p>
        </w:tc>
        <w:tc>
          <w:tcPr>
            <w:tcW w:w="4044" w:type="dxa"/>
          </w:tcPr>
          <w:p w14:paraId="5390BBF6" w14:textId="1FB5BBF6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Crow Bars</w:t>
            </w:r>
          </w:p>
        </w:tc>
        <w:tc>
          <w:tcPr>
            <w:tcW w:w="916" w:type="dxa"/>
          </w:tcPr>
          <w:p w14:paraId="2D04E042" w14:textId="56E9ECAB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7287B7A9" w14:textId="7B02946C" w:rsidR="00384D40" w:rsidRPr="00C4489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5B9DD2C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67DCF7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5DC5C1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FB68064" w14:textId="1323B8F2" w:rsidR="00384D40" w:rsidRPr="00D006F7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4044" w:type="dxa"/>
          </w:tcPr>
          <w:p w14:paraId="27686DFF" w14:textId="5B2ACA99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Trowel 200mm pointed</w:t>
            </w:r>
          </w:p>
        </w:tc>
        <w:tc>
          <w:tcPr>
            <w:tcW w:w="916" w:type="dxa"/>
          </w:tcPr>
          <w:p w14:paraId="609A5BAC" w14:textId="6177E915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C50982A" w14:textId="2F1C028B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6AEA7CD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0C522F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F7EFBC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CC07CCB" w14:textId="35658BE6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4044" w:type="dxa"/>
          </w:tcPr>
          <w:p w14:paraId="4F802B85" w14:textId="1C725BA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Trowel plaster</w:t>
            </w:r>
          </w:p>
        </w:tc>
        <w:tc>
          <w:tcPr>
            <w:tcW w:w="916" w:type="dxa"/>
          </w:tcPr>
          <w:p w14:paraId="67C60EE0" w14:textId="44D7B06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03127ADE" w14:textId="1CBBB2C6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7700393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E9EDC8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D3A5587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C3724A2" w14:textId="7B807406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4044" w:type="dxa"/>
          </w:tcPr>
          <w:p w14:paraId="1A854C12" w14:textId="1CA95E8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Circular Saw</w:t>
            </w:r>
          </w:p>
        </w:tc>
        <w:tc>
          <w:tcPr>
            <w:tcW w:w="916" w:type="dxa"/>
          </w:tcPr>
          <w:p w14:paraId="03EFE98D" w14:textId="22FAC4C6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06C413B4" w14:textId="34358303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2B34869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91CB43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636BB3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7A80296" w14:textId="30118319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4044" w:type="dxa"/>
          </w:tcPr>
          <w:p w14:paraId="437807E3" w14:textId="3714E25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Block mould 200mm thick</w:t>
            </w:r>
          </w:p>
        </w:tc>
        <w:tc>
          <w:tcPr>
            <w:tcW w:w="916" w:type="dxa"/>
          </w:tcPr>
          <w:p w14:paraId="0BA83E8B" w14:textId="3C715C7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ED36FAC" w14:textId="25DF896F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406FFC0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323F9E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AB78D23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1D45EA6" w14:textId="568EEACA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4044" w:type="dxa"/>
          </w:tcPr>
          <w:p w14:paraId="0B3FDBBA" w14:textId="0EB2DA29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Cordless drill</w:t>
            </w:r>
          </w:p>
        </w:tc>
        <w:tc>
          <w:tcPr>
            <w:tcW w:w="916" w:type="dxa"/>
          </w:tcPr>
          <w:p w14:paraId="11C13EAE" w14:textId="7ABB97B1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2BDD24BF" w14:textId="50741E75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5DD7736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D72085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0E24FE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E3D2A9" w14:textId="0D8F6962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4044" w:type="dxa"/>
          </w:tcPr>
          <w:p w14:paraId="49156494" w14:textId="22454CAC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Leadwire 20m</w:t>
            </w:r>
          </w:p>
        </w:tc>
        <w:tc>
          <w:tcPr>
            <w:tcW w:w="916" w:type="dxa"/>
          </w:tcPr>
          <w:p w14:paraId="192BF613" w14:textId="1FD86AD5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54C04AAB" w14:textId="3D8E5A53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FFD783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9F96D4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BBF8E6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0FEBCDA" w14:textId="1DBB99C1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4044" w:type="dxa"/>
          </w:tcPr>
          <w:p w14:paraId="779FFDEA" w14:textId="63FFD506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Angle grinder</w:t>
            </w:r>
          </w:p>
        </w:tc>
        <w:tc>
          <w:tcPr>
            <w:tcW w:w="916" w:type="dxa"/>
          </w:tcPr>
          <w:p w14:paraId="032F3FF2" w14:textId="4247FB54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4FDCEAA0" w14:textId="468BFB29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921D64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225B5E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AB3C992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66388F" w14:textId="0853AD79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4044" w:type="dxa"/>
          </w:tcPr>
          <w:p w14:paraId="1A9477C7" w14:textId="4A585A1E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Hose 12mm diameter 25m</w:t>
            </w:r>
          </w:p>
        </w:tc>
        <w:tc>
          <w:tcPr>
            <w:tcW w:w="916" w:type="dxa"/>
          </w:tcPr>
          <w:p w14:paraId="22BDC4EB" w14:textId="3C2F379B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4CC3DF1D" w14:textId="46B4D78B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115342D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238DE4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65C3143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E2EE445" w14:textId="6DDFDE07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77F80C3F" w14:textId="045ADC9F" w:rsidR="00384D40" w:rsidRPr="00D006F7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Concrete Works </w:t>
            </w:r>
          </w:p>
        </w:tc>
        <w:tc>
          <w:tcPr>
            <w:tcW w:w="916" w:type="dxa"/>
          </w:tcPr>
          <w:p w14:paraId="38DE3025" w14:textId="7777777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01FABD49" w14:textId="6538388C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0B3C385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049480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D3A5F97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AC534A7" w14:textId="33AE0886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4044" w:type="dxa"/>
          </w:tcPr>
          <w:p w14:paraId="0A81B97F" w14:textId="52E35101" w:rsidR="00384D40" w:rsidRPr="00D006F7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40kg cement for slab, lintel, beam, block grout and seceding</w:t>
            </w:r>
          </w:p>
        </w:tc>
        <w:tc>
          <w:tcPr>
            <w:tcW w:w="916" w:type="dxa"/>
          </w:tcPr>
          <w:p w14:paraId="2C79D364" w14:textId="176FAD75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bags</w:t>
            </w:r>
          </w:p>
        </w:tc>
        <w:tc>
          <w:tcPr>
            <w:tcW w:w="1119" w:type="dxa"/>
          </w:tcPr>
          <w:p w14:paraId="2DB5F3E9" w14:textId="3EE9DAC0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144</w:t>
            </w:r>
          </w:p>
        </w:tc>
        <w:tc>
          <w:tcPr>
            <w:tcW w:w="1493" w:type="dxa"/>
          </w:tcPr>
          <w:p w14:paraId="385B030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68F945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448518F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2D8812D" w14:textId="489B7C35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4044" w:type="dxa"/>
          </w:tcPr>
          <w:p w14:paraId="46E04FDF" w14:textId="5D32976B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40kg cement (1240 concrete blocks 200mm thick)</w:t>
            </w:r>
          </w:p>
        </w:tc>
        <w:tc>
          <w:tcPr>
            <w:tcW w:w="916" w:type="dxa"/>
          </w:tcPr>
          <w:p w14:paraId="5A7984CF" w14:textId="39E5473F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bags </w:t>
            </w:r>
          </w:p>
        </w:tc>
        <w:tc>
          <w:tcPr>
            <w:tcW w:w="1119" w:type="dxa"/>
          </w:tcPr>
          <w:p w14:paraId="26650485" w14:textId="58AF5C6C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67</w:t>
            </w:r>
          </w:p>
        </w:tc>
        <w:tc>
          <w:tcPr>
            <w:tcW w:w="1493" w:type="dxa"/>
          </w:tcPr>
          <w:p w14:paraId="0C6B190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3AB78D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16033D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0A6E243" w14:textId="362CC350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4044" w:type="dxa"/>
          </w:tcPr>
          <w:p w14:paraId="7D430020" w14:textId="160A398A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Polythene</w:t>
            </w:r>
          </w:p>
        </w:tc>
        <w:tc>
          <w:tcPr>
            <w:tcW w:w="916" w:type="dxa"/>
          </w:tcPr>
          <w:p w14:paraId="38905CD5" w14:textId="7CA37A22" w:rsidR="00384D40" w:rsidRP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119" w:type="dxa"/>
          </w:tcPr>
          <w:p w14:paraId="0E68B906" w14:textId="02E8D06B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628ED62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CBA47C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B6DF57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BC03B75" w14:textId="5287861C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4044" w:type="dxa"/>
          </w:tcPr>
          <w:p w14:paraId="48B5F0F6" w14:textId="570A51AC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Tie wire</w:t>
            </w:r>
          </w:p>
        </w:tc>
        <w:tc>
          <w:tcPr>
            <w:tcW w:w="916" w:type="dxa"/>
          </w:tcPr>
          <w:p w14:paraId="3F684AB4" w14:textId="27981235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119" w:type="dxa"/>
          </w:tcPr>
          <w:p w14:paraId="06E9F825" w14:textId="1546278F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493" w:type="dxa"/>
          </w:tcPr>
          <w:p w14:paraId="58E150B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6E1B1C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1AFB8B3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5231B7B" w14:textId="2BF5ACBA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3EE2132D" w14:textId="20F20190" w:rsidR="00384D40" w:rsidRPr="00D006F7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Formwork </w:t>
            </w:r>
          </w:p>
        </w:tc>
        <w:tc>
          <w:tcPr>
            <w:tcW w:w="916" w:type="dxa"/>
          </w:tcPr>
          <w:p w14:paraId="5D2483F8" w14:textId="738C075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020688DB" w14:textId="1F06A63F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4FBCF56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F20357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66FB4EF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9F42983" w14:textId="6B427760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4044" w:type="dxa"/>
          </w:tcPr>
          <w:p w14:paraId="36E96F57" w14:textId="3A3FE1D7" w:rsidR="00384D40" w:rsidRPr="00D006F7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Formply 1 inch</w:t>
            </w:r>
          </w:p>
        </w:tc>
        <w:tc>
          <w:tcPr>
            <w:tcW w:w="916" w:type="dxa"/>
          </w:tcPr>
          <w:p w14:paraId="3EE73533" w14:textId="2D8E092E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roll</w:t>
            </w:r>
          </w:p>
        </w:tc>
        <w:tc>
          <w:tcPr>
            <w:tcW w:w="1119" w:type="dxa"/>
          </w:tcPr>
          <w:p w14:paraId="346133E6" w14:textId="5CE7AD10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1493" w:type="dxa"/>
          </w:tcPr>
          <w:p w14:paraId="1010C97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F0E661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3F172D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15D3127" w14:textId="2DBC6F94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4044" w:type="dxa"/>
          </w:tcPr>
          <w:p w14:paraId="2F336A67" w14:textId="5D8281F0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Timber Pine 50x50mm</w:t>
            </w:r>
          </w:p>
        </w:tc>
        <w:tc>
          <w:tcPr>
            <w:tcW w:w="916" w:type="dxa"/>
          </w:tcPr>
          <w:p w14:paraId="1CDECB57" w14:textId="2C0FBBAD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285C4F6" w14:textId="46F0BF11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</w:p>
        </w:tc>
        <w:tc>
          <w:tcPr>
            <w:tcW w:w="1493" w:type="dxa"/>
          </w:tcPr>
          <w:p w14:paraId="40E1FF8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9141EE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D848BE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979754" w14:textId="4E6828C3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09952E83" w14:textId="0B4B5C51" w:rsidR="00384D40" w:rsidRPr="00D006F7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Reinforcement</w:t>
            </w:r>
          </w:p>
        </w:tc>
        <w:tc>
          <w:tcPr>
            <w:tcW w:w="916" w:type="dxa"/>
          </w:tcPr>
          <w:p w14:paraId="63AB27A0" w14:textId="7777777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3B260586" w14:textId="2A2B8C1E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3CAEA66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3332E5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C4EDB2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0EE887D" w14:textId="112BBAA4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4044" w:type="dxa"/>
          </w:tcPr>
          <w:p w14:paraId="19F6EAD2" w14:textId="055192C1" w:rsidR="00384D40" w:rsidRPr="00D006F7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 Fabric mesh wire 5.5mx</w:t>
            </w:r>
            <w:r>
              <w:rPr>
                <w:vertAlign w:val="superscript"/>
              </w:rPr>
              <w:t>2</w:t>
            </w:r>
            <w:r>
              <w:t>, 13m (59m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916" w:type="dxa"/>
          </w:tcPr>
          <w:p w14:paraId="25111B67" w14:textId="1FE1B22B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sht</w:t>
            </w:r>
          </w:p>
        </w:tc>
        <w:tc>
          <w:tcPr>
            <w:tcW w:w="1119" w:type="dxa"/>
          </w:tcPr>
          <w:p w14:paraId="309B31BD" w14:textId="381BFEF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93" w:type="dxa"/>
          </w:tcPr>
          <w:p w14:paraId="4CCFE30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E451BF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F95393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29597F8" w14:textId="78100517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4044" w:type="dxa"/>
          </w:tcPr>
          <w:p w14:paraId="6FF3EE4A" w14:textId="7AFD464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Rod 16mm dia. Reinforcing bar in 6m length (6m)</w:t>
            </w:r>
          </w:p>
        </w:tc>
        <w:tc>
          <w:tcPr>
            <w:tcW w:w="916" w:type="dxa"/>
          </w:tcPr>
          <w:p w14:paraId="077F2E6E" w14:textId="3CAC09A9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7C098DFB" w14:textId="1C5517CF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1598D53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33767C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0547BF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C841C34" w14:textId="51917106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4044" w:type="dxa"/>
          </w:tcPr>
          <w:p w14:paraId="433AA053" w14:textId="3B3B71A7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Rod 10mm dia. Reinforcing bar in 6m length (434m)</w:t>
            </w:r>
          </w:p>
        </w:tc>
        <w:tc>
          <w:tcPr>
            <w:tcW w:w="916" w:type="dxa"/>
          </w:tcPr>
          <w:p w14:paraId="616663AC" w14:textId="6D3E1568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sht</w:t>
            </w:r>
          </w:p>
        </w:tc>
        <w:tc>
          <w:tcPr>
            <w:tcW w:w="1119" w:type="dxa"/>
          </w:tcPr>
          <w:p w14:paraId="3B257B27" w14:textId="3524D75A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</w:t>
            </w:r>
          </w:p>
        </w:tc>
        <w:tc>
          <w:tcPr>
            <w:tcW w:w="1493" w:type="dxa"/>
          </w:tcPr>
          <w:p w14:paraId="27F2495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4F4044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5613757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72C9B10" w14:textId="6C11D4E2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4044" w:type="dxa"/>
          </w:tcPr>
          <w:p w14:paraId="45459432" w14:textId="417B939D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Rod 12mm dia. Reinforcing bar in 6m length (167m)</w:t>
            </w:r>
          </w:p>
        </w:tc>
        <w:tc>
          <w:tcPr>
            <w:tcW w:w="916" w:type="dxa"/>
          </w:tcPr>
          <w:p w14:paraId="226A50AB" w14:textId="4AA01841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195324C6" w14:textId="300A9E5E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</w:t>
            </w:r>
          </w:p>
        </w:tc>
        <w:tc>
          <w:tcPr>
            <w:tcW w:w="1493" w:type="dxa"/>
          </w:tcPr>
          <w:p w14:paraId="25B674E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3AFABD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5852E0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38BA77F" w14:textId="469CD7C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4044" w:type="dxa"/>
          </w:tcPr>
          <w:p w14:paraId="7FA58D46" w14:textId="796A9173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Rod 6mm dia. Reinforcing bar in 6m length (284m)</w:t>
            </w:r>
          </w:p>
        </w:tc>
        <w:tc>
          <w:tcPr>
            <w:tcW w:w="916" w:type="dxa"/>
          </w:tcPr>
          <w:p w14:paraId="60097B48" w14:textId="25FC09AB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0D29A3FA" w14:textId="63A585C3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52</w:t>
            </w:r>
          </w:p>
        </w:tc>
        <w:tc>
          <w:tcPr>
            <w:tcW w:w="1493" w:type="dxa"/>
          </w:tcPr>
          <w:p w14:paraId="118476E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1D14D0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D2519D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25DBF12" w14:textId="77777777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7177F67E" w14:textId="576F9882" w:rsidR="00384D40" w:rsidRPr="002E2E8E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Metal Work </w:t>
            </w:r>
          </w:p>
        </w:tc>
        <w:tc>
          <w:tcPr>
            <w:tcW w:w="916" w:type="dxa"/>
          </w:tcPr>
          <w:p w14:paraId="2141920D" w14:textId="7777777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223841A0" w14:textId="66CB5325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633A68B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2D053A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D32A84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8B6953A" w14:textId="0786491A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4044" w:type="dxa"/>
          </w:tcPr>
          <w:p w14:paraId="7F87A683" w14:textId="3FF43B5C" w:rsidR="00384D40" w:rsidRPr="002E2E8E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100mm x 100mm square tube metal for door and window jamb and header</w:t>
            </w:r>
          </w:p>
        </w:tc>
        <w:tc>
          <w:tcPr>
            <w:tcW w:w="916" w:type="dxa"/>
          </w:tcPr>
          <w:p w14:paraId="13C2B2FD" w14:textId="1B6ADB22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120BE4A2" w14:textId="6B8CCDDE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493" w:type="dxa"/>
          </w:tcPr>
          <w:p w14:paraId="6D4EC3D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1BBD04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D69D7B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2CD311" w14:textId="69F2CECD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07AA04DA" w14:textId="0AE64F91" w:rsidR="00384D40" w:rsidRPr="002E2E8E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Timber Works</w:t>
            </w:r>
          </w:p>
        </w:tc>
        <w:tc>
          <w:tcPr>
            <w:tcW w:w="916" w:type="dxa"/>
          </w:tcPr>
          <w:p w14:paraId="11AF54A3" w14:textId="7777777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2088D239" w14:textId="2F5958C5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3BF5A2E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978769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E66B2E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D4A65B3" w14:textId="3821C2DE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4044" w:type="dxa"/>
          </w:tcPr>
          <w:p w14:paraId="4A2C3ABA" w14:textId="6D6D6C78" w:rsidR="00384D40" w:rsidRPr="002E2E8E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200x25mm fascia board</w:t>
            </w:r>
          </w:p>
        </w:tc>
        <w:tc>
          <w:tcPr>
            <w:tcW w:w="916" w:type="dxa"/>
          </w:tcPr>
          <w:p w14:paraId="7A72A793" w14:textId="57F0A0E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1DD5BBFA" w14:textId="0E4EA73E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493" w:type="dxa"/>
          </w:tcPr>
          <w:p w14:paraId="2B99277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D8B91D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771438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BFF6C84" w14:textId="2A2E1989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4044" w:type="dxa"/>
          </w:tcPr>
          <w:p w14:paraId="50F2E2E3" w14:textId="20F3B3D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100x50mm timber pine</w:t>
            </w:r>
          </w:p>
        </w:tc>
        <w:tc>
          <w:tcPr>
            <w:tcW w:w="916" w:type="dxa"/>
          </w:tcPr>
          <w:p w14:paraId="08666208" w14:textId="6DC365CF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10F6FDA1" w14:textId="1B939922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1493" w:type="dxa"/>
          </w:tcPr>
          <w:p w14:paraId="6E6CB0D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AC8765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E22CFE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1841C73" w14:textId="1CBCE26D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4044" w:type="dxa"/>
          </w:tcPr>
          <w:p w14:paraId="54443D32" w14:textId="7F92588B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50x25mm timber pine moulded skirting</w:t>
            </w:r>
          </w:p>
        </w:tc>
        <w:tc>
          <w:tcPr>
            <w:tcW w:w="916" w:type="dxa"/>
          </w:tcPr>
          <w:p w14:paraId="4A45B594" w14:textId="2B61C1CA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58EC83B3" w14:textId="5ACB749E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493" w:type="dxa"/>
          </w:tcPr>
          <w:p w14:paraId="0485506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96977B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CDFE383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B1FF52E" w14:textId="685BB549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4044" w:type="dxa"/>
          </w:tcPr>
          <w:p w14:paraId="440DE1CB" w14:textId="1C2C8A03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50x25mm bird batten </w:t>
            </w:r>
          </w:p>
        </w:tc>
        <w:tc>
          <w:tcPr>
            <w:tcW w:w="916" w:type="dxa"/>
          </w:tcPr>
          <w:p w14:paraId="7B6C1DAD" w14:textId="59FC3181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639BFACA" w14:textId="6F53C2FC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</w:t>
            </w:r>
          </w:p>
        </w:tc>
        <w:tc>
          <w:tcPr>
            <w:tcW w:w="1493" w:type="dxa"/>
          </w:tcPr>
          <w:p w14:paraId="71F1139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88A4E0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9B2A72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2A8B57A" w14:textId="6912A1FF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4044" w:type="dxa"/>
          </w:tcPr>
          <w:p w14:paraId="3D46D72C" w14:textId="65F8537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20x20mm timber pine </w:t>
            </w:r>
          </w:p>
        </w:tc>
        <w:tc>
          <w:tcPr>
            <w:tcW w:w="916" w:type="dxa"/>
          </w:tcPr>
          <w:p w14:paraId="1BF19F5E" w14:textId="57B9F9E4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61B98242" w14:textId="7DBB77D8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</w:p>
        </w:tc>
        <w:tc>
          <w:tcPr>
            <w:tcW w:w="1493" w:type="dxa"/>
          </w:tcPr>
          <w:p w14:paraId="24C6FE9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12092F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7C64C1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EB47F70" w14:textId="787D9C9D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4044" w:type="dxa"/>
          </w:tcPr>
          <w:p w14:paraId="5D89BCD5" w14:textId="2036D567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Timber louver to gable 6x2</w:t>
            </w:r>
          </w:p>
        </w:tc>
        <w:tc>
          <w:tcPr>
            <w:tcW w:w="916" w:type="dxa"/>
          </w:tcPr>
          <w:p w14:paraId="6538807B" w14:textId="0984D5A8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081E2CB8" w14:textId="1F7BA368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08A6538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FE037B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DAC2D1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4DD7E60" w14:textId="77777777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2046270E" w14:textId="0DF5C003" w:rsidR="00384D40" w:rsidRPr="002E2E8E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Dressed Timber</w:t>
            </w:r>
          </w:p>
        </w:tc>
        <w:tc>
          <w:tcPr>
            <w:tcW w:w="916" w:type="dxa"/>
          </w:tcPr>
          <w:p w14:paraId="4BF3385E" w14:textId="7777777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3E55196E" w14:textId="43A5D543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61BD668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A13338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580AF3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BC41BE9" w14:textId="5C3FE55F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4044" w:type="dxa"/>
          </w:tcPr>
          <w:p w14:paraId="5D6FBBDE" w14:textId="71A92D40" w:rsidR="00384D40" w:rsidRPr="002E2E8E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200x50mm dressed dakua for header, mullion and sill </w:t>
            </w:r>
          </w:p>
        </w:tc>
        <w:tc>
          <w:tcPr>
            <w:tcW w:w="916" w:type="dxa"/>
          </w:tcPr>
          <w:p w14:paraId="6C3218AF" w14:textId="1485233A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2287282A" w14:textId="4CC63D7F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493" w:type="dxa"/>
          </w:tcPr>
          <w:p w14:paraId="361C980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201AE1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5D7E2AF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25CEA8C" w14:textId="36454571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lastRenderedPageBreak/>
              <w:t>32</w:t>
            </w:r>
          </w:p>
        </w:tc>
        <w:tc>
          <w:tcPr>
            <w:tcW w:w="4044" w:type="dxa"/>
          </w:tcPr>
          <w:p w14:paraId="019EE4A4" w14:textId="61F540E9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100x50mm dressed dakua for door and window head and jamb</w:t>
            </w:r>
          </w:p>
        </w:tc>
        <w:tc>
          <w:tcPr>
            <w:tcW w:w="916" w:type="dxa"/>
          </w:tcPr>
          <w:p w14:paraId="22156F3B" w14:textId="3AA042C1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47B60AA5" w14:textId="58E9F2D3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493" w:type="dxa"/>
          </w:tcPr>
          <w:p w14:paraId="2DC3361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4FE964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46354C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5DFFD9" w14:textId="77777777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13822AFB" w14:textId="77777777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Tiles</w:t>
            </w:r>
          </w:p>
          <w:p w14:paraId="662CEB44" w14:textId="779B57E8" w:rsidR="00384D40" w:rsidRPr="002E2E8E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Floor </w:t>
            </w:r>
          </w:p>
        </w:tc>
        <w:tc>
          <w:tcPr>
            <w:tcW w:w="916" w:type="dxa"/>
          </w:tcPr>
          <w:p w14:paraId="0F1A3938" w14:textId="7777777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644A7BD3" w14:textId="2B58F776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187D2B9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4FEF75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8CBC153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D24AEB0" w14:textId="0726441F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  <w:tc>
          <w:tcPr>
            <w:tcW w:w="4044" w:type="dxa"/>
          </w:tcPr>
          <w:p w14:paraId="134E691C" w14:textId="090D92BA" w:rsidR="00384D40" w:rsidRPr="002E2E8E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150x150mm ceramic floor tile (2m</w:t>
            </w:r>
            <w:r>
              <w:rPr>
                <w:vertAlign w:val="superscript"/>
              </w:rPr>
              <w:t>2</w:t>
            </w:r>
            <w:r>
              <w:t>/box)</w:t>
            </w:r>
          </w:p>
        </w:tc>
        <w:tc>
          <w:tcPr>
            <w:tcW w:w="916" w:type="dxa"/>
          </w:tcPr>
          <w:p w14:paraId="53F96E4B" w14:textId="02C45658" w:rsidR="00384D40" w:rsidRDefault="00384D40" w:rsidP="00384D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box</w:t>
            </w:r>
          </w:p>
        </w:tc>
        <w:tc>
          <w:tcPr>
            <w:tcW w:w="1119" w:type="dxa"/>
          </w:tcPr>
          <w:p w14:paraId="4223227A" w14:textId="7C11DA8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93" w:type="dxa"/>
          </w:tcPr>
          <w:p w14:paraId="58EE6AD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D86007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BCDE4F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D9A31E8" w14:textId="11C56C5C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35</w:t>
            </w:r>
          </w:p>
        </w:tc>
        <w:tc>
          <w:tcPr>
            <w:tcW w:w="4044" w:type="dxa"/>
          </w:tcPr>
          <w:p w14:paraId="7F798C76" w14:textId="1E9301C5" w:rsidR="00384D40" w:rsidRPr="002E2E8E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Vinyle tile 300x300mm (4.5m</w:t>
            </w:r>
            <w:r>
              <w:rPr>
                <w:vertAlign w:val="superscript"/>
              </w:rPr>
              <w:t>2</w:t>
            </w:r>
            <w:r>
              <w:t>/box)</w:t>
            </w:r>
          </w:p>
        </w:tc>
        <w:tc>
          <w:tcPr>
            <w:tcW w:w="916" w:type="dxa"/>
          </w:tcPr>
          <w:p w14:paraId="2F3080AE" w14:textId="1EDC1418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box</w:t>
            </w:r>
          </w:p>
        </w:tc>
        <w:tc>
          <w:tcPr>
            <w:tcW w:w="1119" w:type="dxa"/>
          </w:tcPr>
          <w:p w14:paraId="750E7C61" w14:textId="230919D3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47C69CA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973D56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42FBBB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23014D1" w14:textId="0ED51D54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  <w:tc>
          <w:tcPr>
            <w:tcW w:w="4044" w:type="dxa"/>
          </w:tcPr>
          <w:p w14:paraId="699B7DC6" w14:textId="0307393D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Adhesive for vinyle tile 4liters </w:t>
            </w:r>
          </w:p>
        </w:tc>
        <w:tc>
          <w:tcPr>
            <w:tcW w:w="916" w:type="dxa"/>
          </w:tcPr>
          <w:p w14:paraId="1962EF81" w14:textId="27BAF57F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</w:t>
            </w:r>
          </w:p>
        </w:tc>
        <w:tc>
          <w:tcPr>
            <w:tcW w:w="1119" w:type="dxa"/>
          </w:tcPr>
          <w:p w14:paraId="0D350BB2" w14:textId="72C5628F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470E5B5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CD2205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4AD2034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2DFE47" w14:textId="0B708732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37</w:t>
            </w:r>
          </w:p>
        </w:tc>
        <w:tc>
          <w:tcPr>
            <w:tcW w:w="4044" w:type="dxa"/>
          </w:tcPr>
          <w:p w14:paraId="3680A48A" w14:textId="28220E6D" w:rsidR="00384D40" w:rsidRPr="002E2E8E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Ceramic Wall tile 150x150 (2m</w:t>
            </w:r>
            <w:r>
              <w:rPr>
                <w:vertAlign w:val="superscript"/>
              </w:rPr>
              <w:t>2</w:t>
            </w:r>
            <w:r>
              <w:t>/box)</w:t>
            </w:r>
          </w:p>
        </w:tc>
        <w:tc>
          <w:tcPr>
            <w:tcW w:w="916" w:type="dxa"/>
          </w:tcPr>
          <w:p w14:paraId="013B6836" w14:textId="6D09ED23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box</w:t>
            </w:r>
          </w:p>
        </w:tc>
        <w:tc>
          <w:tcPr>
            <w:tcW w:w="1119" w:type="dxa"/>
          </w:tcPr>
          <w:p w14:paraId="00350533" w14:textId="038ADC8B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493" w:type="dxa"/>
          </w:tcPr>
          <w:p w14:paraId="0D15187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D57999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19F51C2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7E19ECA" w14:textId="4E8D83B6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38</w:t>
            </w:r>
          </w:p>
        </w:tc>
        <w:tc>
          <w:tcPr>
            <w:tcW w:w="4044" w:type="dxa"/>
          </w:tcPr>
          <w:p w14:paraId="359576E9" w14:textId="6AAFA7C5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Adhesive for ceramic tile 20kilo</w:t>
            </w:r>
          </w:p>
        </w:tc>
        <w:tc>
          <w:tcPr>
            <w:tcW w:w="916" w:type="dxa"/>
          </w:tcPr>
          <w:p w14:paraId="74B97F8B" w14:textId="2508D20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</w:t>
            </w:r>
          </w:p>
        </w:tc>
        <w:tc>
          <w:tcPr>
            <w:tcW w:w="1119" w:type="dxa"/>
          </w:tcPr>
          <w:p w14:paraId="41FFA615" w14:textId="5F199D6E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93" w:type="dxa"/>
          </w:tcPr>
          <w:p w14:paraId="07933A8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63886F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AC28A4F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E01F2EF" w14:textId="347EA1F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39</w:t>
            </w:r>
          </w:p>
        </w:tc>
        <w:tc>
          <w:tcPr>
            <w:tcW w:w="4044" w:type="dxa"/>
          </w:tcPr>
          <w:p w14:paraId="2BD1BBC7" w14:textId="1047575C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Allow for tile spacer</w:t>
            </w:r>
          </w:p>
        </w:tc>
        <w:tc>
          <w:tcPr>
            <w:tcW w:w="916" w:type="dxa"/>
          </w:tcPr>
          <w:p w14:paraId="523AE343" w14:textId="1D39C030" w:rsidR="00384D40" w:rsidRDefault="00255007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pkt</w:t>
            </w:r>
          </w:p>
        </w:tc>
        <w:tc>
          <w:tcPr>
            <w:tcW w:w="1119" w:type="dxa"/>
          </w:tcPr>
          <w:p w14:paraId="281D8C00" w14:textId="0B5EE319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1090932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569E6A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8D687B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2755A7E" w14:textId="77777777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0B1D4B4D" w14:textId="399BF288" w:rsidR="00384D40" w:rsidRPr="004836D5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Ceiling</w:t>
            </w:r>
          </w:p>
        </w:tc>
        <w:tc>
          <w:tcPr>
            <w:tcW w:w="916" w:type="dxa"/>
          </w:tcPr>
          <w:p w14:paraId="421AC256" w14:textId="7777777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7DDE6CEF" w14:textId="382D6F7C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5906143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9428AE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76B873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5837A04" w14:textId="4170468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40</w:t>
            </w:r>
          </w:p>
        </w:tc>
        <w:tc>
          <w:tcPr>
            <w:tcW w:w="4044" w:type="dxa"/>
          </w:tcPr>
          <w:p w14:paraId="1FEC92CB" w14:textId="0CFECA0D" w:rsidR="00384D40" w:rsidRPr="002E2E8E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Plywood lining on ceiling noggins (4.5mm thick) </w:t>
            </w:r>
          </w:p>
        </w:tc>
        <w:tc>
          <w:tcPr>
            <w:tcW w:w="916" w:type="dxa"/>
          </w:tcPr>
          <w:p w14:paraId="2AFEDA73" w14:textId="788BF3A0" w:rsidR="00384D40" w:rsidRDefault="00255007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384D40">
              <w:t>ht</w:t>
            </w:r>
          </w:p>
        </w:tc>
        <w:tc>
          <w:tcPr>
            <w:tcW w:w="1119" w:type="dxa"/>
          </w:tcPr>
          <w:p w14:paraId="51C83715" w14:textId="179E325D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493" w:type="dxa"/>
          </w:tcPr>
          <w:p w14:paraId="08F6097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1D5856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1CC2EA7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0439669" w14:textId="44902A68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41</w:t>
            </w:r>
          </w:p>
        </w:tc>
        <w:tc>
          <w:tcPr>
            <w:tcW w:w="4044" w:type="dxa"/>
          </w:tcPr>
          <w:p w14:paraId="3BEDDDD0" w14:textId="02CB1617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Plywood lining for soffit cladding (4.5mm thick)</w:t>
            </w:r>
          </w:p>
        </w:tc>
        <w:tc>
          <w:tcPr>
            <w:tcW w:w="916" w:type="dxa"/>
          </w:tcPr>
          <w:p w14:paraId="79D3FA3C" w14:textId="08D4204C" w:rsidR="00384D40" w:rsidRDefault="00255007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384D40">
              <w:t>ht</w:t>
            </w:r>
          </w:p>
        </w:tc>
        <w:tc>
          <w:tcPr>
            <w:tcW w:w="1119" w:type="dxa"/>
          </w:tcPr>
          <w:p w14:paraId="2F6339B9" w14:textId="0E0F3E41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0CAA492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BC5E41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A3AC77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3239B41" w14:textId="62A9C7D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42</w:t>
            </w:r>
          </w:p>
        </w:tc>
        <w:tc>
          <w:tcPr>
            <w:tcW w:w="4044" w:type="dxa"/>
          </w:tcPr>
          <w:p w14:paraId="4807F3B7" w14:textId="0D267658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12mm plywood for gusset</w:t>
            </w:r>
          </w:p>
        </w:tc>
        <w:tc>
          <w:tcPr>
            <w:tcW w:w="916" w:type="dxa"/>
          </w:tcPr>
          <w:p w14:paraId="5F63E857" w14:textId="2D58B0CC" w:rsidR="00384D40" w:rsidRDefault="00255007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384D40">
              <w:t>ht</w:t>
            </w:r>
          </w:p>
        </w:tc>
        <w:tc>
          <w:tcPr>
            <w:tcW w:w="1119" w:type="dxa"/>
          </w:tcPr>
          <w:p w14:paraId="741D8AEB" w14:textId="5433B998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493" w:type="dxa"/>
          </w:tcPr>
          <w:p w14:paraId="2C67589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3BECFE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354CD6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72BE96" w14:textId="3E56AB0E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43</w:t>
            </w:r>
          </w:p>
        </w:tc>
        <w:tc>
          <w:tcPr>
            <w:tcW w:w="4044" w:type="dxa"/>
          </w:tcPr>
          <w:p w14:paraId="7B063131" w14:textId="5B67BDF6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Fabric Mesh Wire ceiling to cells</w:t>
            </w:r>
          </w:p>
        </w:tc>
        <w:tc>
          <w:tcPr>
            <w:tcW w:w="916" w:type="dxa"/>
          </w:tcPr>
          <w:p w14:paraId="0B8E9EFA" w14:textId="068967D7" w:rsidR="00384D40" w:rsidRDefault="00255007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384D40">
              <w:t>ht</w:t>
            </w:r>
          </w:p>
        </w:tc>
        <w:tc>
          <w:tcPr>
            <w:tcW w:w="1119" w:type="dxa"/>
          </w:tcPr>
          <w:p w14:paraId="379A278D" w14:textId="16D52F92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2FEC24B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14947D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AF1EB0F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2618585" w14:textId="77777777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724BF81C" w14:textId="5BC3661F" w:rsidR="00384D40" w:rsidRPr="004836D5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4836D5">
              <w:rPr>
                <w:i/>
              </w:rPr>
              <w:t xml:space="preserve">Roofing Plumbing </w:t>
            </w:r>
          </w:p>
        </w:tc>
        <w:tc>
          <w:tcPr>
            <w:tcW w:w="916" w:type="dxa"/>
          </w:tcPr>
          <w:p w14:paraId="2EA35FFB" w14:textId="77777777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677A3E3C" w14:textId="7975935D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57B2828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645484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40C425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0250EEC" w14:textId="251AB591" w:rsidR="00384D40" w:rsidRPr="00663CBC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44</w:t>
            </w:r>
          </w:p>
        </w:tc>
        <w:tc>
          <w:tcPr>
            <w:tcW w:w="4044" w:type="dxa"/>
          </w:tcPr>
          <w:p w14:paraId="48BA48A1" w14:textId="41D3ADF6" w:rsidR="00384D40" w:rsidRPr="00663CBC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Corrugated zincalcum road decking </w:t>
            </w:r>
          </w:p>
        </w:tc>
        <w:tc>
          <w:tcPr>
            <w:tcW w:w="916" w:type="dxa"/>
          </w:tcPr>
          <w:p w14:paraId="14142546" w14:textId="77777777" w:rsidR="00384D40" w:rsidRDefault="00384D40" w:rsidP="00663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2D811A9C" w14:textId="4CA5EA23" w:rsidR="00384D40" w:rsidRDefault="00384D40" w:rsidP="00663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4CE6AF8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8E7EA1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71A970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BB100E7" w14:textId="45DE9C15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45</w:t>
            </w:r>
          </w:p>
        </w:tc>
        <w:tc>
          <w:tcPr>
            <w:tcW w:w="4044" w:type="dxa"/>
          </w:tcPr>
          <w:p w14:paraId="207C6613" w14:textId="4A212519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8ft zincalum roofing </w:t>
            </w:r>
          </w:p>
        </w:tc>
        <w:tc>
          <w:tcPr>
            <w:tcW w:w="916" w:type="dxa"/>
          </w:tcPr>
          <w:p w14:paraId="207F62BC" w14:textId="2E674A11" w:rsidR="00384D40" w:rsidRDefault="00255007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384D40">
              <w:t>ht</w:t>
            </w:r>
          </w:p>
        </w:tc>
        <w:tc>
          <w:tcPr>
            <w:tcW w:w="1119" w:type="dxa"/>
          </w:tcPr>
          <w:p w14:paraId="5F64BDAB" w14:textId="63E698C3" w:rsidR="00384D40" w:rsidRDefault="00384D40" w:rsidP="00D006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76</w:t>
            </w:r>
          </w:p>
        </w:tc>
        <w:tc>
          <w:tcPr>
            <w:tcW w:w="1493" w:type="dxa"/>
          </w:tcPr>
          <w:p w14:paraId="36CD300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8B7328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1257AE7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B5BAEB" w14:textId="3DA63917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46</w:t>
            </w:r>
          </w:p>
        </w:tc>
        <w:tc>
          <w:tcPr>
            <w:tcW w:w="4044" w:type="dxa"/>
          </w:tcPr>
          <w:p w14:paraId="0DD0828B" w14:textId="0003A7AF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Alum Foil sisalation @ 1.2x60m in length</w:t>
            </w:r>
          </w:p>
        </w:tc>
        <w:tc>
          <w:tcPr>
            <w:tcW w:w="916" w:type="dxa"/>
          </w:tcPr>
          <w:p w14:paraId="38056C65" w14:textId="07FD5509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="00384D40">
              <w:t>oll</w:t>
            </w:r>
          </w:p>
        </w:tc>
        <w:tc>
          <w:tcPr>
            <w:tcW w:w="1119" w:type="dxa"/>
          </w:tcPr>
          <w:p w14:paraId="132CD8AE" w14:textId="51FB7D5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3A8137F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A4C034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D82A54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5E2A145" w14:textId="2EC40EBF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47</w:t>
            </w:r>
          </w:p>
        </w:tc>
        <w:tc>
          <w:tcPr>
            <w:tcW w:w="4044" w:type="dxa"/>
          </w:tcPr>
          <w:p w14:paraId="1251C43D" w14:textId="06422FAE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Alum ridge capping @ 2.4m/pcs</w:t>
            </w:r>
          </w:p>
        </w:tc>
        <w:tc>
          <w:tcPr>
            <w:tcW w:w="916" w:type="dxa"/>
          </w:tcPr>
          <w:p w14:paraId="2BBA5634" w14:textId="40910239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="00384D40">
              <w:t>cs</w:t>
            </w:r>
          </w:p>
        </w:tc>
        <w:tc>
          <w:tcPr>
            <w:tcW w:w="1119" w:type="dxa"/>
          </w:tcPr>
          <w:p w14:paraId="65E2087D" w14:textId="431C3216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493" w:type="dxa"/>
          </w:tcPr>
          <w:p w14:paraId="2B6C835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CF6A77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9558D17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C44D129" w14:textId="74B98C5F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48</w:t>
            </w:r>
          </w:p>
        </w:tc>
        <w:tc>
          <w:tcPr>
            <w:tcW w:w="4044" w:type="dxa"/>
          </w:tcPr>
          <w:p w14:paraId="5718FE04" w14:textId="40023B23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Alum barge flashing @ 2.4m/pcs</w:t>
            </w:r>
          </w:p>
        </w:tc>
        <w:tc>
          <w:tcPr>
            <w:tcW w:w="916" w:type="dxa"/>
          </w:tcPr>
          <w:p w14:paraId="0E59A4D2" w14:textId="4757C7FB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="00384D40">
              <w:t>cs</w:t>
            </w:r>
          </w:p>
        </w:tc>
        <w:tc>
          <w:tcPr>
            <w:tcW w:w="1119" w:type="dxa"/>
          </w:tcPr>
          <w:p w14:paraId="74D5BD69" w14:textId="2689C50F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493" w:type="dxa"/>
          </w:tcPr>
          <w:p w14:paraId="46D05CC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28527D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1F5816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3FC38D2" w14:textId="63D0B69F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49</w:t>
            </w:r>
          </w:p>
        </w:tc>
        <w:tc>
          <w:tcPr>
            <w:tcW w:w="4044" w:type="dxa"/>
          </w:tcPr>
          <w:p w14:paraId="5E1CB0CC" w14:textId="06B34838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Alum fascia gutter @ 2.4m/pcs</w:t>
            </w:r>
          </w:p>
        </w:tc>
        <w:tc>
          <w:tcPr>
            <w:tcW w:w="916" w:type="dxa"/>
          </w:tcPr>
          <w:p w14:paraId="5A15B0F5" w14:textId="3E775CDA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pcs</w:t>
            </w:r>
          </w:p>
        </w:tc>
        <w:tc>
          <w:tcPr>
            <w:tcW w:w="1119" w:type="dxa"/>
          </w:tcPr>
          <w:p w14:paraId="0DB7688A" w14:textId="2014D3FF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</w:t>
            </w:r>
          </w:p>
        </w:tc>
        <w:tc>
          <w:tcPr>
            <w:tcW w:w="1493" w:type="dxa"/>
          </w:tcPr>
          <w:p w14:paraId="5032353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130A34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31F99F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A1B34B0" w14:textId="4CF7A7E4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50</w:t>
            </w:r>
          </w:p>
        </w:tc>
        <w:tc>
          <w:tcPr>
            <w:tcW w:w="4044" w:type="dxa"/>
          </w:tcPr>
          <w:p w14:paraId="50C10D4B" w14:textId="04234F8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Stop ends joint to gutter</w:t>
            </w:r>
          </w:p>
        </w:tc>
        <w:tc>
          <w:tcPr>
            <w:tcW w:w="916" w:type="dxa"/>
          </w:tcPr>
          <w:p w14:paraId="656EB12C" w14:textId="2D408FBF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1927C96B" w14:textId="0D32803F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2666D92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2A65BE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4B9F212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B55248C" w14:textId="2695BDE9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51</w:t>
            </w:r>
          </w:p>
        </w:tc>
        <w:tc>
          <w:tcPr>
            <w:tcW w:w="4044" w:type="dxa"/>
          </w:tcPr>
          <w:p w14:paraId="6C67FD4D" w14:textId="4C0EB760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100mm dia. vent cowl</w:t>
            </w:r>
          </w:p>
        </w:tc>
        <w:tc>
          <w:tcPr>
            <w:tcW w:w="916" w:type="dxa"/>
          </w:tcPr>
          <w:p w14:paraId="4477FE32" w14:textId="2694A2D7" w:rsidR="00255007" w:rsidRDefault="00255007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C6D6922" w14:textId="628FDF57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3C67286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C86A6C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B624BD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8283D09" w14:textId="6AD04360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52</w:t>
            </w:r>
          </w:p>
        </w:tc>
        <w:tc>
          <w:tcPr>
            <w:tcW w:w="4044" w:type="dxa"/>
          </w:tcPr>
          <w:p w14:paraId="3ABA7416" w14:textId="2939C67A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100mm dia. pvc downpipe and vent</w:t>
            </w:r>
          </w:p>
        </w:tc>
        <w:tc>
          <w:tcPr>
            <w:tcW w:w="916" w:type="dxa"/>
          </w:tcPr>
          <w:p w14:paraId="5359C5B9" w14:textId="6AE32D91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1E044689" w14:textId="4A5FAC17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2512C7B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C8592E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2B308B2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8FAF158" w14:textId="106F7116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53</w:t>
            </w:r>
          </w:p>
        </w:tc>
        <w:tc>
          <w:tcPr>
            <w:tcW w:w="4044" w:type="dxa"/>
          </w:tcPr>
          <w:p w14:paraId="5E09A4D1" w14:textId="57E85F90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100mm diameter bend </w:t>
            </w:r>
          </w:p>
        </w:tc>
        <w:tc>
          <w:tcPr>
            <w:tcW w:w="916" w:type="dxa"/>
          </w:tcPr>
          <w:p w14:paraId="3059FFBE" w14:textId="48EED5D6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304DCB0" w14:textId="36031C1B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5C9321F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38A7B9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C503F6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C21037" w14:textId="1169352C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  <w:tc>
          <w:tcPr>
            <w:tcW w:w="4044" w:type="dxa"/>
          </w:tcPr>
          <w:p w14:paraId="39F4CE1F" w14:textId="3829ECD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Gutter outlet 100mm dia.</w:t>
            </w:r>
          </w:p>
        </w:tc>
        <w:tc>
          <w:tcPr>
            <w:tcW w:w="916" w:type="dxa"/>
          </w:tcPr>
          <w:p w14:paraId="40B11A57" w14:textId="6E95DBBB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7F944151" w14:textId="07B4DDE4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759ABA4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BE85D4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D2FF45F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B26948B" w14:textId="49AFBE9E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55</w:t>
            </w:r>
          </w:p>
        </w:tc>
        <w:tc>
          <w:tcPr>
            <w:tcW w:w="4044" w:type="dxa"/>
          </w:tcPr>
          <w:p w14:paraId="521D7F39" w14:textId="232DE4C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Rivert gun</w:t>
            </w:r>
          </w:p>
        </w:tc>
        <w:tc>
          <w:tcPr>
            <w:tcW w:w="916" w:type="dxa"/>
          </w:tcPr>
          <w:p w14:paraId="3E8D7008" w14:textId="699B50D6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50A688AB" w14:textId="654C6361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1FD5F59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E3B8A2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36E49B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417804A" w14:textId="443F161F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56</w:t>
            </w:r>
          </w:p>
        </w:tc>
        <w:tc>
          <w:tcPr>
            <w:tcW w:w="4044" w:type="dxa"/>
          </w:tcPr>
          <w:p w14:paraId="44A18421" w14:textId="6FDAD1B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Blind rivert 4.6mm @ 100no/pkt</w:t>
            </w:r>
          </w:p>
        </w:tc>
        <w:tc>
          <w:tcPr>
            <w:tcW w:w="916" w:type="dxa"/>
          </w:tcPr>
          <w:p w14:paraId="1DD43C8B" w14:textId="70C5C984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pkt</w:t>
            </w:r>
          </w:p>
        </w:tc>
        <w:tc>
          <w:tcPr>
            <w:tcW w:w="1119" w:type="dxa"/>
          </w:tcPr>
          <w:p w14:paraId="0356B98A" w14:textId="530FBD0B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3118848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4A1EF8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C48592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6340392" w14:textId="13EC64D8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57</w:t>
            </w:r>
          </w:p>
        </w:tc>
        <w:tc>
          <w:tcPr>
            <w:tcW w:w="4044" w:type="dxa"/>
          </w:tcPr>
          <w:p w14:paraId="7479F158" w14:textId="4E008ACC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Silicone </w:t>
            </w:r>
          </w:p>
        </w:tc>
        <w:tc>
          <w:tcPr>
            <w:tcW w:w="916" w:type="dxa"/>
          </w:tcPr>
          <w:p w14:paraId="538F6424" w14:textId="226CC06E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tube</w:t>
            </w:r>
          </w:p>
        </w:tc>
        <w:tc>
          <w:tcPr>
            <w:tcW w:w="1119" w:type="dxa"/>
          </w:tcPr>
          <w:p w14:paraId="052CC019" w14:textId="72236966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20D22DC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A3271E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19C7E6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027985F" w14:textId="2BF0E06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lastRenderedPageBreak/>
              <w:t>58</w:t>
            </w:r>
          </w:p>
        </w:tc>
        <w:tc>
          <w:tcPr>
            <w:tcW w:w="4044" w:type="dxa"/>
          </w:tcPr>
          <w:p w14:paraId="0A0D31CF" w14:textId="5818A80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Silicone gun </w:t>
            </w:r>
          </w:p>
        </w:tc>
        <w:tc>
          <w:tcPr>
            <w:tcW w:w="916" w:type="dxa"/>
          </w:tcPr>
          <w:p w14:paraId="3BF50175" w14:textId="5DA47726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73C75A5" w14:textId="3F019D1C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2579F99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368414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4111AE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41E7CEA" w14:textId="6F5A1E7B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20AAD3EF" w14:textId="1DBD9FD3" w:rsidR="00384D40" w:rsidRPr="004836D5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Doors and Windows </w:t>
            </w:r>
          </w:p>
        </w:tc>
        <w:tc>
          <w:tcPr>
            <w:tcW w:w="916" w:type="dxa"/>
          </w:tcPr>
          <w:p w14:paraId="28384DC5" w14:textId="77777777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549130C5" w14:textId="4145A784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6108D13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A4E975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5B0871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3860213" w14:textId="1659F571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59</w:t>
            </w:r>
          </w:p>
        </w:tc>
        <w:tc>
          <w:tcPr>
            <w:tcW w:w="4044" w:type="dxa"/>
          </w:tcPr>
          <w:p w14:paraId="470A57E9" w14:textId="6AFBB68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Internal panel door 40x800x2100mm</w:t>
            </w:r>
          </w:p>
        </w:tc>
        <w:tc>
          <w:tcPr>
            <w:tcW w:w="916" w:type="dxa"/>
          </w:tcPr>
          <w:p w14:paraId="56C317D7" w14:textId="422A6056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72DB6AA5" w14:textId="130C37BD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6697367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210B30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DEF4D0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0B7ADFC" w14:textId="271A4B00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60</w:t>
            </w:r>
          </w:p>
        </w:tc>
        <w:tc>
          <w:tcPr>
            <w:tcW w:w="4044" w:type="dxa"/>
          </w:tcPr>
          <w:p w14:paraId="719A61EE" w14:textId="38991BFE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External panel door 40x850x2100mm hung in pairs</w:t>
            </w:r>
          </w:p>
        </w:tc>
        <w:tc>
          <w:tcPr>
            <w:tcW w:w="916" w:type="dxa"/>
          </w:tcPr>
          <w:p w14:paraId="7A3B9D39" w14:textId="3362D446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4AABDFF2" w14:textId="15766634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3EBB23C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C57589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BA47884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E5631EE" w14:textId="40946160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61</w:t>
            </w:r>
          </w:p>
        </w:tc>
        <w:tc>
          <w:tcPr>
            <w:tcW w:w="4044" w:type="dxa"/>
          </w:tcPr>
          <w:p w14:paraId="7BC67976" w14:textId="7A7FB435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External panel door 40x350x2100mm hung in pairs</w:t>
            </w:r>
          </w:p>
        </w:tc>
        <w:tc>
          <w:tcPr>
            <w:tcW w:w="916" w:type="dxa"/>
          </w:tcPr>
          <w:p w14:paraId="413C3A27" w14:textId="4E4107E5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082E91CA" w14:textId="5C0B86B8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7D9BB7D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9E89B8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E6419F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6CA58AF" w14:textId="3802F1F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62</w:t>
            </w:r>
          </w:p>
        </w:tc>
        <w:tc>
          <w:tcPr>
            <w:tcW w:w="4044" w:type="dxa"/>
          </w:tcPr>
          <w:p w14:paraId="0BB911A3" w14:textId="6078D40E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Cell door 100x920x2060mm complete with lock and hinges </w:t>
            </w:r>
          </w:p>
        </w:tc>
        <w:tc>
          <w:tcPr>
            <w:tcW w:w="916" w:type="dxa"/>
          </w:tcPr>
          <w:p w14:paraId="2CCF6D5B" w14:textId="40522A96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55E64872" w14:textId="3E8FC6E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7E761A0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3D1458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E31182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7E81E42" w14:textId="340FE86C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63</w:t>
            </w:r>
          </w:p>
        </w:tc>
        <w:tc>
          <w:tcPr>
            <w:tcW w:w="4044" w:type="dxa"/>
          </w:tcPr>
          <w:p w14:paraId="7EDDAB4E" w14:textId="7604BE4B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blade louver frame black</w:t>
            </w:r>
          </w:p>
        </w:tc>
        <w:tc>
          <w:tcPr>
            <w:tcW w:w="916" w:type="dxa"/>
          </w:tcPr>
          <w:p w14:paraId="0663D78D" w14:textId="5A0325F5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prs</w:t>
            </w:r>
          </w:p>
        </w:tc>
        <w:tc>
          <w:tcPr>
            <w:tcW w:w="1119" w:type="dxa"/>
          </w:tcPr>
          <w:p w14:paraId="1901CDAB" w14:textId="2CA30E2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493" w:type="dxa"/>
          </w:tcPr>
          <w:p w14:paraId="753BD62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394CAB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94262E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1F7DCF" w14:textId="429C519B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64</w:t>
            </w:r>
          </w:p>
        </w:tc>
        <w:tc>
          <w:tcPr>
            <w:tcW w:w="4044" w:type="dxa"/>
          </w:tcPr>
          <w:p w14:paraId="102A5D2C" w14:textId="0991D167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914x150mm clear glass blade</w:t>
            </w:r>
          </w:p>
        </w:tc>
        <w:tc>
          <w:tcPr>
            <w:tcW w:w="916" w:type="dxa"/>
          </w:tcPr>
          <w:p w14:paraId="1F561436" w14:textId="4F61FE22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444514D6" w14:textId="3F50F1B9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1493" w:type="dxa"/>
          </w:tcPr>
          <w:p w14:paraId="293D23E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996CCF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A2EC42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F60643" w14:textId="2D03D30C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65</w:t>
            </w:r>
          </w:p>
        </w:tc>
        <w:tc>
          <w:tcPr>
            <w:tcW w:w="4044" w:type="dxa"/>
          </w:tcPr>
          <w:p w14:paraId="305B0837" w14:textId="2ACE7073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100mm butt brass hinges </w:t>
            </w:r>
          </w:p>
        </w:tc>
        <w:tc>
          <w:tcPr>
            <w:tcW w:w="916" w:type="dxa"/>
          </w:tcPr>
          <w:p w14:paraId="1B9B3793" w14:textId="4C96A74B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prs</w:t>
            </w:r>
          </w:p>
        </w:tc>
        <w:tc>
          <w:tcPr>
            <w:tcW w:w="1119" w:type="dxa"/>
          </w:tcPr>
          <w:p w14:paraId="2F56F196" w14:textId="44521277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493" w:type="dxa"/>
          </w:tcPr>
          <w:p w14:paraId="357EC58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B6CDB8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99D708F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18F214" w14:textId="6C8C7744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66</w:t>
            </w:r>
          </w:p>
        </w:tc>
        <w:tc>
          <w:tcPr>
            <w:tcW w:w="4044" w:type="dxa"/>
          </w:tcPr>
          <w:p w14:paraId="150BDB3C" w14:textId="2E8ECA17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Rebated mortice lock with handles</w:t>
            </w:r>
          </w:p>
        </w:tc>
        <w:tc>
          <w:tcPr>
            <w:tcW w:w="916" w:type="dxa"/>
          </w:tcPr>
          <w:p w14:paraId="6CC46031" w14:textId="3E0B7EE2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set</w:t>
            </w:r>
          </w:p>
        </w:tc>
        <w:tc>
          <w:tcPr>
            <w:tcW w:w="1119" w:type="dxa"/>
          </w:tcPr>
          <w:p w14:paraId="02E64AD7" w14:textId="2CAFBBCD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57D1DCD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913046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FA7B40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A84807" w14:textId="4BFD4384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67</w:t>
            </w:r>
          </w:p>
        </w:tc>
        <w:tc>
          <w:tcPr>
            <w:tcW w:w="4044" w:type="dxa"/>
          </w:tcPr>
          <w:p w14:paraId="0FE016C7" w14:textId="7404F81F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Mortice lock with handles</w:t>
            </w:r>
          </w:p>
        </w:tc>
        <w:tc>
          <w:tcPr>
            <w:tcW w:w="916" w:type="dxa"/>
          </w:tcPr>
          <w:p w14:paraId="74B35103" w14:textId="309251D5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set</w:t>
            </w:r>
          </w:p>
        </w:tc>
        <w:tc>
          <w:tcPr>
            <w:tcW w:w="1119" w:type="dxa"/>
          </w:tcPr>
          <w:p w14:paraId="22D688CA" w14:textId="44AB24E5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1B4A859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4F32A3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4BEE27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B1B8017" w14:textId="0A6CA6FD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68</w:t>
            </w:r>
          </w:p>
        </w:tc>
        <w:tc>
          <w:tcPr>
            <w:tcW w:w="4044" w:type="dxa"/>
          </w:tcPr>
          <w:p w14:paraId="690DF122" w14:textId="73027A40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150mm barrel bolt complete with screw</w:t>
            </w:r>
          </w:p>
        </w:tc>
        <w:tc>
          <w:tcPr>
            <w:tcW w:w="916" w:type="dxa"/>
          </w:tcPr>
          <w:p w14:paraId="5D153810" w14:textId="479E9424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56E88C14" w14:textId="1E37C88B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3252B63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A25BC8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10B0C5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5EAB7BB" w14:textId="77777777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28975D9F" w14:textId="4E283D25" w:rsidR="00384D40" w:rsidRPr="004836D5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Plumbing </w:t>
            </w:r>
          </w:p>
        </w:tc>
        <w:tc>
          <w:tcPr>
            <w:tcW w:w="916" w:type="dxa"/>
          </w:tcPr>
          <w:p w14:paraId="3D5DB892" w14:textId="77777777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51EF6AB0" w14:textId="1214A72A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68DCB82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692992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70646A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806D4CF" w14:textId="470F421E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69</w:t>
            </w:r>
          </w:p>
        </w:tc>
        <w:tc>
          <w:tcPr>
            <w:tcW w:w="4044" w:type="dxa"/>
          </w:tcPr>
          <w:p w14:paraId="491EEBBB" w14:textId="31CB2605" w:rsidR="00384D40" w:rsidRPr="004836D5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Pvc pipe 15mm distribution line (overhead)</w:t>
            </w:r>
          </w:p>
        </w:tc>
        <w:tc>
          <w:tcPr>
            <w:tcW w:w="916" w:type="dxa"/>
          </w:tcPr>
          <w:p w14:paraId="446883D6" w14:textId="539FFA27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4246394E" w14:textId="4F7E895D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1B112D0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CF9D25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066E76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E30ADA9" w14:textId="3E0988AE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70</w:t>
            </w:r>
          </w:p>
        </w:tc>
        <w:tc>
          <w:tcPr>
            <w:tcW w:w="4044" w:type="dxa"/>
          </w:tcPr>
          <w:p w14:paraId="3C830B41" w14:textId="61254748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Elbow pvc 15mm</w:t>
            </w:r>
          </w:p>
        </w:tc>
        <w:tc>
          <w:tcPr>
            <w:tcW w:w="916" w:type="dxa"/>
          </w:tcPr>
          <w:p w14:paraId="3EFD183E" w14:textId="2F547848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0A5394CF" w14:textId="7896746B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438074A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208385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35ECA0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8D72E8" w14:textId="033361B5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71</w:t>
            </w:r>
          </w:p>
        </w:tc>
        <w:tc>
          <w:tcPr>
            <w:tcW w:w="4044" w:type="dxa"/>
          </w:tcPr>
          <w:p w14:paraId="307DF6E3" w14:textId="2432F37F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15mm dia. Pvc tee</w:t>
            </w:r>
          </w:p>
        </w:tc>
        <w:tc>
          <w:tcPr>
            <w:tcW w:w="916" w:type="dxa"/>
          </w:tcPr>
          <w:p w14:paraId="749CDA0E" w14:textId="4F6D03A2" w:rsidR="00384D40" w:rsidRDefault="00255007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B753CAD" w14:textId="0E97E79B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0BA5AD5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DF88DA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2EAED1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B84B24" w14:textId="3C411995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72</w:t>
            </w:r>
          </w:p>
        </w:tc>
        <w:tc>
          <w:tcPr>
            <w:tcW w:w="4044" w:type="dxa"/>
          </w:tcPr>
          <w:p w14:paraId="1C2773E1" w14:textId="096500F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Male adaptor 15mm</w:t>
            </w:r>
          </w:p>
        </w:tc>
        <w:tc>
          <w:tcPr>
            <w:tcW w:w="916" w:type="dxa"/>
          </w:tcPr>
          <w:p w14:paraId="2EAB2FE8" w14:textId="3FA87F97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0954360" w14:textId="4066467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493" w:type="dxa"/>
          </w:tcPr>
          <w:p w14:paraId="69467C0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0114E0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FB8ADD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D4C9B1" w14:textId="17EDC57E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73</w:t>
            </w:r>
          </w:p>
        </w:tc>
        <w:tc>
          <w:tcPr>
            <w:tcW w:w="4044" w:type="dxa"/>
          </w:tcPr>
          <w:p w14:paraId="174A6E95" w14:textId="3461C208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Female adaptor 15mm</w:t>
            </w:r>
          </w:p>
        </w:tc>
        <w:tc>
          <w:tcPr>
            <w:tcW w:w="916" w:type="dxa"/>
          </w:tcPr>
          <w:p w14:paraId="242EE0F6" w14:textId="773892F7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1D811788" w14:textId="7859B2D7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7C70883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42738B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3FF255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ACFFA3A" w14:textId="4C204B36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74</w:t>
            </w:r>
          </w:p>
        </w:tc>
        <w:tc>
          <w:tcPr>
            <w:tcW w:w="4044" w:type="dxa"/>
          </w:tcPr>
          <w:p w14:paraId="57BF63E0" w14:textId="40212879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Gate valve brass ½”</w:t>
            </w:r>
          </w:p>
        </w:tc>
        <w:tc>
          <w:tcPr>
            <w:tcW w:w="916" w:type="dxa"/>
          </w:tcPr>
          <w:p w14:paraId="7EB8FDBD" w14:textId="272FBC5C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4677C4A" w14:textId="357904C6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7117FCA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044370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EBFBF9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9948138" w14:textId="4EFD1A41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75</w:t>
            </w:r>
          </w:p>
        </w:tc>
        <w:tc>
          <w:tcPr>
            <w:tcW w:w="4044" w:type="dxa"/>
          </w:tcPr>
          <w:p w14:paraId="212DE443" w14:textId="100EA683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Pilla tap 15mm</w:t>
            </w:r>
          </w:p>
        </w:tc>
        <w:tc>
          <w:tcPr>
            <w:tcW w:w="916" w:type="dxa"/>
          </w:tcPr>
          <w:p w14:paraId="6D0605D4" w14:textId="16F27D5F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789AAA8A" w14:textId="19EB2563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08D65E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B8BD6E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FBFA08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0B3C18F" w14:textId="1B2F5AF5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76</w:t>
            </w:r>
          </w:p>
        </w:tc>
        <w:tc>
          <w:tcPr>
            <w:tcW w:w="4044" w:type="dxa"/>
          </w:tcPr>
          <w:p w14:paraId="1B15628B" w14:textId="1A1AAFF8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Reducing bush 25mm x 15mm</w:t>
            </w:r>
          </w:p>
        </w:tc>
        <w:tc>
          <w:tcPr>
            <w:tcW w:w="916" w:type="dxa"/>
          </w:tcPr>
          <w:p w14:paraId="62897C20" w14:textId="4836BCDC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1E722EF0" w14:textId="1B1A7F11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1D7F68C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BE29D7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B3CA66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E9E9BCA" w14:textId="64110F82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77</w:t>
            </w:r>
          </w:p>
        </w:tc>
        <w:tc>
          <w:tcPr>
            <w:tcW w:w="4044" w:type="dxa"/>
          </w:tcPr>
          <w:p w14:paraId="15CB513A" w14:textId="04404229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25mm elbow </w:t>
            </w:r>
          </w:p>
        </w:tc>
        <w:tc>
          <w:tcPr>
            <w:tcW w:w="916" w:type="dxa"/>
          </w:tcPr>
          <w:p w14:paraId="74A5EFD1" w14:textId="23BE677F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3F7E46E" w14:textId="4F6BC65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480318F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9E0AC3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30B310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71050C5" w14:textId="29510264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78</w:t>
            </w:r>
          </w:p>
        </w:tc>
        <w:tc>
          <w:tcPr>
            <w:tcW w:w="4044" w:type="dxa"/>
          </w:tcPr>
          <w:p w14:paraId="17F74A8B" w14:textId="2AF4B84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25mm pvc pipe</w:t>
            </w:r>
          </w:p>
        </w:tc>
        <w:tc>
          <w:tcPr>
            <w:tcW w:w="916" w:type="dxa"/>
          </w:tcPr>
          <w:p w14:paraId="772D137E" w14:textId="50826E3B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leng </w:t>
            </w:r>
          </w:p>
        </w:tc>
        <w:tc>
          <w:tcPr>
            <w:tcW w:w="1119" w:type="dxa"/>
          </w:tcPr>
          <w:p w14:paraId="04F37A16" w14:textId="1CEE25C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0B9F4B5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91984D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014B91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97A3654" w14:textId="77777777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608331DE" w14:textId="0E0E7577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WC &amp; Cell</w:t>
            </w:r>
          </w:p>
        </w:tc>
        <w:tc>
          <w:tcPr>
            <w:tcW w:w="916" w:type="dxa"/>
          </w:tcPr>
          <w:p w14:paraId="37B78F38" w14:textId="77777777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241D0D82" w14:textId="1751C9C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099BF15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E87856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D92E70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4B7E323" w14:textId="3D8E9340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79</w:t>
            </w:r>
          </w:p>
        </w:tc>
        <w:tc>
          <w:tcPr>
            <w:tcW w:w="4044" w:type="dxa"/>
          </w:tcPr>
          <w:p w14:paraId="1D916DEA" w14:textId="4CD49B3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Elbow 100mm dia. Pvc 90degree</w:t>
            </w:r>
          </w:p>
        </w:tc>
        <w:tc>
          <w:tcPr>
            <w:tcW w:w="916" w:type="dxa"/>
          </w:tcPr>
          <w:p w14:paraId="0EABBE7F" w14:textId="040FBDB9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F326653" w14:textId="17FE37B4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7B8C607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35D4E5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0042E0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322CFC7" w14:textId="37978DB8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80</w:t>
            </w:r>
          </w:p>
        </w:tc>
        <w:tc>
          <w:tcPr>
            <w:tcW w:w="4044" w:type="dxa"/>
          </w:tcPr>
          <w:p w14:paraId="7989E9BB" w14:textId="74EA858B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Tee connector 100mm dia. Pvc</w:t>
            </w:r>
          </w:p>
        </w:tc>
        <w:tc>
          <w:tcPr>
            <w:tcW w:w="916" w:type="dxa"/>
          </w:tcPr>
          <w:p w14:paraId="413D2B29" w14:textId="6C51AE4F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AD8AAC3" w14:textId="6DB7DA43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251BD02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70E70A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F9638A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09A7B4D" w14:textId="6D7F085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81</w:t>
            </w:r>
          </w:p>
        </w:tc>
        <w:tc>
          <w:tcPr>
            <w:tcW w:w="4044" w:type="dxa"/>
          </w:tcPr>
          <w:p w14:paraId="1178F871" w14:textId="530DDC04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Male adaptor 25mm</w:t>
            </w:r>
          </w:p>
        </w:tc>
        <w:tc>
          <w:tcPr>
            <w:tcW w:w="916" w:type="dxa"/>
          </w:tcPr>
          <w:p w14:paraId="37839E40" w14:textId="24D3E8C4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8DFB4C1" w14:textId="62AD903F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493" w:type="dxa"/>
          </w:tcPr>
          <w:p w14:paraId="692648A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CBED24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1314434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536848F" w14:textId="69F4A7B9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82</w:t>
            </w:r>
          </w:p>
        </w:tc>
        <w:tc>
          <w:tcPr>
            <w:tcW w:w="4044" w:type="dxa"/>
          </w:tcPr>
          <w:p w14:paraId="57883DBC" w14:textId="78E9D0E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Reducing bush 100mm x 32mm 90degree</w:t>
            </w:r>
          </w:p>
        </w:tc>
        <w:tc>
          <w:tcPr>
            <w:tcW w:w="916" w:type="dxa"/>
          </w:tcPr>
          <w:p w14:paraId="6717CBC6" w14:textId="0EADA8E6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20B542B2" w14:textId="4F5ABD2A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4CC61A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FCA5BD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D11247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CE24C2D" w14:textId="540A5F9D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lastRenderedPageBreak/>
              <w:t>83</w:t>
            </w:r>
          </w:p>
        </w:tc>
        <w:tc>
          <w:tcPr>
            <w:tcW w:w="4044" w:type="dxa"/>
          </w:tcPr>
          <w:p w14:paraId="60911EFB" w14:textId="585B8C5C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32mm dia. Elbow 90 degree </w:t>
            </w:r>
          </w:p>
        </w:tc>
        <w:tc>
          <w:tcPr>
            <w:tcW w:w="916" w:type="dxa"/>
          </w:tcPr>
          <w:p w14:paraId="41CE00E4" w14:textId="33C79A91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A5E6BB6" w14:textId="16F14AC4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5356E78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7FC172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F78F23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E749B19" w14:textId="1869C2EF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84</w:t>
            </w:r>
          </w:p>
        </w:tc>
        <w:tc>
          <w:tcPr>
            <w:tcW w:w="4044" w:type="dxa"/>
          </w:tcPr>
          <w:p w14:paraId="7A6EC321" w14:textId="3A69A2B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Gully trap 32mm dia. </w:t>
            </w:r>
          </w:p>
        </w:tc>
        <w:tc>
          <w:tcPr>
            <w:tcW w:w="916" w:type="dxa"/>
          </w:tcPr>
          <w:p w14:paraId="38D58BAB" w14:textId="07FCBED7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0640B9E9" w14:textId="170513C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7C28C8E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3B12F8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8493E7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ACC5640" w14:textId="2F481E8A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85</w:t>
            </w:r>
          </w:p>
        </w:tc>
        <w:tc>
          <w:tcPr>
            <w:tcW w:w="4044" w:type="dxa"/>
          </w:tcPr>
          <w:p w14:paraId="5C158880" w14:textId="5D88A52A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32mm dia. Elbow 45 degree</w:t>
            </w:r>
          </w:p>
        </w:tc>
        <w:tc>
          <w:tcPr>
            <w:tcW w:w="916" w:type="dxa"/>
          </w:tcPr>
          <w:p w14:paraId="2C1433E6" w14:textId="08D8BE22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412279A1" w14:textId="735C040C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2A0FB3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4D346A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2F5014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CD79884" w14:textId="2B028329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86</w:t>
            </w:r>
          </w:p>
        </w:tc>
        <w:tc>
          <w:tcPr>
            <w:tcW w:w="4044" w:type="dxa"/>
          </w:tcPr>
          <w:p w14:paraId="2602FFEF" w14:textId="61D81B0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Tee connector 32mm dia. Pvc</w:t>
            </w:r>
          </w:p>
        </w:tc>
        <w:tc>
          <w:tcPr>
            <w:tcW w:w="916" w:type="dxa"/>
          </w:tcPr>
          <w:p w14:paraId="145F6629" w14:textId="76ED1693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5C213097" w14:textId="1E17DBF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0051F69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36E8BC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BD5B3C2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5C94372" w14:textId="05C718BA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87</w:t>
            </w:r>
          </w:p>
        </w:tc>
        <w:tc>
          <w:tcPr>
            <w:tcW w:w="4044" w:type="dxa"/>
          </w:tcPr>
          <w:p w14:paraId="552D389D" w14:textId="725285A8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Pvc pipe 100mm dia. </w:t>
            </w:r>
          </w:p>
        </w:tc>
        <w:tc>
          <w:tcPr>
            <w:tcW w:w="916" w:type="dxa"/>
          </w:tcPr>
          <w:p w14:paraId="4341674E" w14:textId="4A4F3110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leng </w:t>
            </w:r>
          </w:p>
        </w:tc>
        <w:tc>
          <w:tcPr>
            <w:tcW w:w="1119" w:type="dxa"/>
          </w:tcPr>
          <w:p w14:paraId="42E1D4D3" w14:textId="2ADEDFE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6CAE6AC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A445DF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710109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39FD893" w14:textId="01A03330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88</w:t>
            </w:r>
          </w:p>
        </w:tc>
        <w:tc>
          <w:tcPr>
            <w:tcW w:w="4044" w:type="dxa"/>
          </w:tcPr>
          <w:p w14:paraId="56447543" w14:textId="5A63F13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Pan white “P” trap</w:t>
            </w:r>
          </w:p>
        </w:tc>
        <w:tc>
          <w:tcPr>
            <w:tcW w:w="916" w:type="dxa"/>
          </w:tcPr>
          <w:p w14:paraId="092C0205" w14:textId="239594BC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pcs</w:t>
            </w:r>
          </w:p>
        </w:tc>
        <w:tc>
          <w:tcPr>
            <w:tcW w:w="1119" w:type="dxa"/>
          </w:tcPr>
          <w:p w14:paraId="1B5380E8" w14:textId="3F24FDD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D84F78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118FF8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722ECC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A23EB43" w14:textId="722ED31E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89</w:t>
            </w:r>
          </w:p>
        </w:tc>
        <w:tc>
          <w:tcPr>
            <w:tcW w:w="4044" w:type="dxa"/>
          </w:tcPr>
          <w:p w14:paraId="4F057335" w14:textId="150A9AC9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Pan seat</w:t>
            </w:r>
          </w:p>
        </w:tc>
        <w:tc>
          <w:tcPr>
            <w:tcW w:w="916" w:type="dxa"/>
          </w:tcPr>
          <w:p w14:paraId="201C8501" w14:textId="0289BF3B" w:rsidR="00384D40" w:rsidRPr="00255007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1F219A7D" w14:textId="78564185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73065E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6C24D7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98CA7D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22C6490" w14:textId="38871DF2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90</w:t>
            </w:r>
          </w:p>
        </w:tc>
        <w:tc>
          <w:tcPr>
            <w:tcW w:w="4044" w:type="dxa"/>
          </w:tcPr>
          <w:p w14:paraId="7C1A8741" w14:textId="7B9DC697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Vent cap 100mm pvc</w:t>
            </w:r>
          </w:p>
        </w:tc>
        <w:tc>
          <w:tcPr>
            <w:tcW w:w="916" w:type="dxa"/>
          </w:tcPr>
          <w:p w14:paraId="568C4CD0" w14:textId="7CFF4D18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20C3C97F" w14:textId="01272A3E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1215C18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7AD972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E9399F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15CC7D9" w14:textId="6F0D806B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91</w:t>
            </w:r>
          </w:p>
        </w:tc>
        <w:tc>
          <w:tcPr>
            <w:tcW w:w="4044" w:type="dxa"/>
          </w:tcPr>
          <w:p w14:paraId="1F6B9A3D" w14:textId="6625506F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Wash hand basin c/w bracket, and plug and waste</w:t>
            </w:r>
          </w:p>
        </w:tc>
        <w:tc>
          <w:tcPr>
            <w:tcW w:w="916" w:type="dxa"/>
          </w:tcPr>
          <w:p w14:paraId="3E3B93A4" w14:textId="0D3AC876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7E08D7CB" w14:textId="5F6B9B8F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344B8B7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131624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966259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F07370B" w14:textId="4FC19AA5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92</w:t>
            </w:r>
          </w:p>
        </w:tc>
        <w:tc>
          <w:tcPr>
            <w:tcW w:w="4044" w:type="dxa"/>
          </w:tcPr>
          <w:p w14:paraId="42D75AFE" w14:textId="1B4DD813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S-trap 32mm diameter </w:t>
            </w:r>
          </w:p>
        </w:tc>
        <w:tc>
          <w:tcPr>
            <w:tcW w:w="916" w:type="dxa"/>
          </w:tcPr>
          <w:p w14:paraId="0C19B412" w14:textId="4D894FF0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5ACA8C60" w14:textId="0E9BDA7D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2778315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90AAB9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48DE2F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92F8A80" w14:textId="0CB1A916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93</w:t>
            </w:r>
          </w:p>
        </w:tc>
        <w:tc>
          <w:tcPr>
            <w:tcW w:w="4044" w:type="dxa"/>
          </w:tcPr>
          <w:p w14:paraId="1FE107E0" w14:textId="4FCA1D7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32mm dia. Elbow 90degree</w:t>
            </w:r>
          </w:p>
        </w:tc>
        <w:tc>
          <w:tcPr>
            <w:tcW w:w="916" w:type="dxa"/>
          </w:tcPr>
          <w:p w14:paraId="00825A1E" w14:textId="4A68A872" w:rsidR="00384D40" w:rsidRDefault="00255007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16F7D8C5" w14:textId="511DD507" w:rsidR="00384D40" w:rsidRDefault="00384D40" w:rsidP="00663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3D43C07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B3BEA0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B7738A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1B40AC" w14:textId="56349C82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94</w:t>
            </w:r>
          </w:p>
        </w:tc>
        <w:tc>
          <w:tcPr>
            <w:tcW w:w="4044" w:type="dxa"/>
          </w:tcPr>
          <w:p w14:paraId="138CDA7B" w14:textId="64F12E50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Pvc pipe 32mm</w:t>
            </w:r>
          </w:p>
        </w:tc>
        <w:tc>
          <w:tcPr>
            <w:tcW w:w="916" w:type="dxa"/>
          </w:tcPr>
          <w:p w14:paraId="47B35B7C" w14:textId="074C7733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1DA66BEA" w14:textId="23C7EBF2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1486B19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E57056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5975187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11703A0" w14:textId="77777777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1AF315E7" w14:textId="6992796E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Transmission Line</w:t>
            </w:r>
          </w:p>
        </w:tc>
        <w:tc>
          <w:tcPr>
            <w:tcW w:w="916" w:type="dxa"/>
          </w:tcPr>
          <w:p w14:paraId="3D749211" w14:textId="77777777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7A9BED4C" w14:textId="46C98EB5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4AEB672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3E14EC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3819CD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B7B0FAD" w14:textId="29D069B9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95</w:t>
            </w:r>
          </w:p>
        </w:tc>
        <w:tc>
          <w:tcPr>
            <w:tcW w:w="4044" w:type="dxa"/>
          </w:tcPr>
          <w:p w14:paraId="2B153724" w14:textId="76BF0B68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Elbow pvc 25mm 90degree</w:t>
            </w:r>
          </w:p>
        </w:tc>
        <w:tc>
          <w:tcPr>
            <w:tcW w:w="916" w:type="dxa"/>
          </w:tcPr>
          <w:p w14:paraId="75D8299B" w14:textId="6C6CBB59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7F12B01" w14:textId="3C1467A0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2A0BB7C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E96352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649B99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0B029AE" w14:textId="470E8790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96</w:t>
            </w:r>
          </w:p>
        </w:tc>
        <w:tc>
          <w:tcPr>
            <w:tcW w:w="4044" w:type="dxa"/>
          </w:tcPr>
          <w:p w14:paraId="113BDA38" w14:textId="6EE1D91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Union socket 25mm</w:t>
            </w:r>
          </w:p>
        </w:tc>
        <w:tc>
          <w:tcPr>
            <w:tcW w:w="916" w:type="dxa"/>
          </w:tcPr>
          <w:p w14:paraId="0BFF750C" w14:textId="450EE185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402F604C" w14:textId="00C12044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748E282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CA7A3F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F6D6FB7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AF4945E" w14:textId="4517F137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97</w:t>
            </w:r>
          </w:p>
        </w:tc>
        <w:tc>
          <w:tcPr>
            <w:tcW w:w="4044" w:type="dxa"/>
          </w:tcPr>
          <w:p w14:paraId="63EC9E8E" w14:textId="3BF27835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Male adaptor 25mm</w:t>
            </w:r>
          </w:p>
        </w:tc>
        <w:tc>
          <w:tcPr>
            <w:tcW w:w="916" w:type="dxa"/>
          </w:tcPr>
          <w:p w14:paraId="66CBC894" w14:textId="5EFFE7D0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078BA793" w14:textId="623A0482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13A85AC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CAFCD8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EBC52F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8AA5876" w14:textId="711E539C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98</w:t>
            </w:r>
          </w:p>
        </w:tc>
        <w:tc>
          <w:tcPr>
            <w:tcW w:w="4044" w:type="dxa"/>
          </w:tcPr>
          <w:p w14:paraId="4A108C65" w14:textId="50A1E580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Female adaptor 25mm</w:t>
            </w:r>
          </w:p>
        </w:tc>
        <w:tc>
          <w:tcPr>
            <w:tcW w:w="916" w:type="dxa"/>
          </w:tcPr>
          <w:p w14:paraId="0B2DB7DF" w14:textId="6933DEB6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77E6DD3F" w14:textId="32DAB3BA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EC2C2E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0BD06D8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AF896F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8B39704" w14:textId="7BFB07D1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99</w:t>
            </w:r>
          </w:p>
        </w:tc>
        <w:tc>
          <w:tcPr>
            <w:tcW w:w="4044" w:type="dxa"/>
          </w:tcPr>
          <w:p w14:paraId="6CB53052" w14:textId="3422296E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25mm pvc pipe</w:t>
            </w:r>
          </w:p>
        </w:tc>
        <w:tc>
          <w:tcPr>
            <w:tcW w:w="916" w:type="dxa"/>
          </w:tcPr>
          <w:p w14:paraId="63C9FCC7" w14:textId="3811DF7A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7E0B98A5" w14:textId="73F39C8F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1DEBF0A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F7BC9C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DD1311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7DC847F" w14:textId="1E75C383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41D3E004" w14:textId="62582A4B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Suction Inlet Pump</w:t>
            </w:r>
          </w:p>
        </w:tc>
        <w:tc>
          <w:tcPr>
            <w:tcW w:w="916" w:type="dxa"/>
          </w:tcPr>
          <w:p w14:paraId="4F1B9B3A" w14:textId="77777777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7845D829" w14:textId="56F34E9C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2A828D8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D7BB4B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8D44A3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73412C" w14:textId="6194556C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4044" w:type="dxa"/>
          </w:tcPr>
          <w:p w14:paraId="439814F8" w14:textId="43EC2CD9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Elbow pvc 25mm 90degree</w:t>
            </w:r>
          </w:p>
        </w:tc>
        <w:tc>
          <w:tcPr>
            <w:tcW w:w="916" w:type="dxa"/>
          </w:tcPr>
          <w:p w14:paraId="463BE118" w14:textId="1DF188C5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C693BB8" w14:textId="711ED0C4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2C24E29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E150E5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DC093E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6C851DD" w14:textId="6E4FF04C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101</w:t>
            </w:r>
          </w:p>
        </w:tc>
        <w:tc>
          <w:tcPr>
            <w:tcW w:w="4044" w:type="dxa"/>
          </w:tcPr>
          <w:p w14:paraId="6DF94820" w14:textId="2B2B19BF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Union socket 25mm</w:t>
            </w:r>
          </w:p>
        </w:tc>
        <w:tc>
          <w:tcPr>
            <w:tcW w:w="916" w:type="dxa"/>
          </w:tcPr>
          <w:p w14:paraId="1AB24C6B" w14:textId="5F3E0B32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0F50E059" w14:textId="02373329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2CBB7F6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012D6A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085D43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A0F305" w14:textId="380F59F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102</w:t>
            </w:r>
          </w:p>
        </w:tc>
        <w:tc>
          <w:tcPr>
            <w:tcW w:w="4044" w:type="dxa"/>
          </w:tcPr>
          <w:p w14:paraId="6797BFD6" w14:textId="77328B5E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Tee connector 25mm dia. Pvc</w:t>
            </w:r>
          </w:p>
        </w:tc>
        <w:tc>
          <w:tcPr>
            <w:tcW w:w="916" w:type="dxa"/>
          </w:tcPr>
          <w:p w14:paraId="03950222" w14:textId="2E3CFE64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43A75759" w14:textId="452A51E8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05CECCA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98EA61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51FAEF4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97891BE" w14:textId="5BD7235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103</w:t>
            </w:r>
          </w:p>
        </w:tc>
        <w:tc>
          <w:tcPr>
            <w:tcW w:w="4044" w:type="dxa"/>
          </w:tcPr>
          <w:p w14:paraId="417BF719" w14:textId="734D617D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Male adaptor 25mm</w:t>
            </w:r>
          </w:p>
        </w:tc>
        <w:tc>
          <w:tcPr>
            <w:tcW w:w="916" w:type="dxa"/>
          </w:tcPr>
          <w:p w14:paraId="652F8855" w14:textId="7865763C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4BC34216" w14:textId="067F8575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1CCB353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AC43B3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CB1E94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F29C798" w14:textId="25D8E8A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104</w:t>
            </w:r>
          </w:p>
        </w:tc>
        <w:tc>
          <w:tcPr>
            <w:tcW w:w="4044" w:type="dxa"/>
          </w:tcPr>
          <w:p w14:paraId="30DB11E6" w14:textId="7CE8E6BC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Foot valve 25mm</w:t>
            </w:r>
          </w:p>
        </w:tc>
        <w:tc>
          <w:tcPr>
            <w:tcW w:w="916" w:type="dxa"/>
          </w:tcPr>
          <w:p w14:paraId="4476E7BA" w14:textId="29E5C6A8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5F4A6BCF" w14:textId="6B8E12DF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4516DA7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8C6C64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0BC8105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1416B6" w14:textId="4384922C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105</w:t>
            </w:r>
          </w:p>
        </w:tc>
        <w:tc>
          <w:tcPr>
            <w:tcW w:w="4044" w:type="dxa"/>
          </w:tcPr>
          <w:p w14:paraId="01B8077B" w14:textId="4FBB8F64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25mm pvc pipe</w:t>
            </w:r>
          </w:p>
        </w:tc>
        <w:tc>
          <w:tcPr>
            <w:tcW w:w="916" w:type="dxa"/>
          </w:tcPr>
          <w:p w14:paraId="67CE1B9B" w14:textId="0FEA81A7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0C03B87A" w14:textId="20A4A802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05C8DC0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5AE538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CE1E85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43591AE" w14:textId="31082E42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106</w:t>
            </w:r>
          </w:p>
        </w:tc>
        <w:tc>
          <w:tcPr>
            <w:tcW w:w="4044" w:type="dxa"/>
          </w:tcPr>
          <w:p w14:paraId="36229328" w14:textId="75F8705C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Thread tape</w:t>
            </w:r>
          </w:p>
        </w:tc>
        <w:tc>
          <w:tcPr>
            <w:tcW w:w="916" w:type="dxa"/>
          </w:tcPr>
          <w:p w14:paraId="26B08363" w14:textId="69050627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774424A" w14:textId="69060311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72200C2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27E933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B69408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E1AEE80" w14:textId="5886C5FC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107</w:t>
            </w:r>
          </w:p>
        </w:tc>
        <w:tc>
          <w:tcPr>
            <w:tcW w:w="4044" w:type="dxa"/>
          </w:tcPr>
          <w:p w14:paraId="6A3C9F28" w14:textId="1F633B47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Solvent cement 500g</w:t>
            </w:r>
          </w:p>
        </w:tc>
        <w:tc>
          <w:tcPr>
            <w:tcW w:w="916" w:type="dxa"/>
          </w:tcPr>
          <w:p w14:paraId="7A0FD1B8" w14:textId="14D933F0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2B2A8B5" w14:textId="5CAD2921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0AFF062B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49C4E0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897882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25B271A" w14:textId="708D7981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108</w:t>
            </w:r>
          </w:p>
        </w:tc>
        <w:tc>
          <w:tcPr>
            <w:tcW w:w="4044" w:type="dxa"/>
          </w:tcPr>
          <w:p w14:paraId="7DF7BCE0" w14:textId="1644CFB3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Clip pvc 15mm</w:t>
            </w:r>
          </w:p>
        </w:tc>
        <w:tc>
          <w:tcPr>
            <w:tcW w:w="916" w:type="dxa"/>
          </w:tcPr>
          <w:p w14:paraId="6E9E7D67" w14:textId="0197E55C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2415D291" w14:textId="4BED6DEA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493" w:type="dxa"/>
          </w:tcPr>
          <w:p w14:paraId="743BD286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608545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8A79F7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DC74A14" w14:textId="11D656FE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109</w:t>
            </w:r>
          </w:p>
        </w:tc>
        <w:tc>
          <w:tcPr>
            <w:tcW w:w="4044" w:type="dxa"/>
          </w:tcPr>
          <w:p w14:paraId="2171B9D5" w14:textId="295A0CA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Pvc clips 25mm</w:t>
            </w:r>
          </w:p>
        </w:tc>
        <w:tc>
          <w:tcPr>
            <w:tcW w:w="916" w:type="dxa"/>
          </w:tcPr>
          <w:p w14:paraId="47E0B4A8" w14:textId="4DF73878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22F2EEAE" w14:textId="513DB8A0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493" w:type="dxa"/>
          </w:tcPr>
          <w:p w14:paraId="5CBB5BE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AC2A7A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A04A16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228D22E" w14:textId="261B608B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110</w:t>
            </w:r>
          </w:p>
        </w:tc>
        <w:tc>
          <w:tcPr>
            <w:tcW w:w="4044" w:type="dxa"/>
          </w:tcPr>
          <w:p w14:paraId="1313E3EA" w14:textId="695DDA70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Clip pvc 100mm</w:t>
            </w:r>
          </w:p>
        </w:tc>
        <w:tc>
          <w:tcPr>
            <w:tcW w:w="916" w:type="dxa"/>
          </w:tcPr>
          <w:p w14:paraId="3C61E820" w14:textId="69CF79AD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7D1B3A22" w14:textId="127F6567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1892180D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7B15B3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2DB9F5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E61454C" w14:textId="07CD01E2" w:rsidR="00384D40" w:rsidRDefault="00384D40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04AC49BB" w14:textId="60E5B6E9" w:rsidR="00384D40" w:rsidRPr="00EE4A75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Electricals</w:t>
            </w:r>
          </w:p>
        </w:tc>
        <w:tc>
          <w:tcPr>
            <w:tcW w:w="916" w:type="dxa"/>
          </w:tcPr>
          <w:p w14:paraId="5732AB27" w14:textId="77777777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60954B98" w14:textId="1312E6F3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5A81FD0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7D5DF1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B6B3A72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B6D5715" w14:textId="686683E4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lastRenderedPageBreak/>
              <w:t>111</w:t>
            </w:r>
          </w:p>
        </w:tc>
        <w:tc>
          <w:tcPr>
            <w:tcW w:w="4044" w:type="dxa"/>
          </w:tcPr>
          <w:p w14:paraId="7CB26A10" w14:textId="0B2AAB83" w:rsidR="00384D40" w:rsidRPr="00EE4A75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4’0” fluorescent light fittings complete</w:t>
            </w:r>
          </w:p>
        </w:tc>
        <w:tc>
          <w:tcPr>
            <w:tcW w:w="916" w:type="dxa"/>
          </w:tcPr>
          <w:p w14:paraId="2D369549" w14:textId="1BD2BE34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39BD2CF" w14:textId="4DDCDDD2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6BF337B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CAD9CF4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F098AE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241F67B" w14:textId="66A807E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112</w:t>
            </w:r>
          </w:p>
        </w:tc>
        <w:tc>
          <w:tcPr>
            <w:tcW w:w="4044" w:type="dxa"/>
          </w:tcPr>
          <w:p w14:paraId="4799B7C2" w14:textId="4F24106A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Pendant light complete with holder</w:t>
            </w:r>
          </w:p>
        </w:tc>
        <w:tc>
          <w:tcPr>
            <w:tcW w:w="916" w:type="dxa"/>
          </w:tcPr>
          <w:p w14:paraId="6F66734F" w14:textId="056CC120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F2B569B" w14:textId="2209DCC0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6CA65CE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5483AEE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A099D6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946BDFA" w14:textId="116AAADE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113</w:t>
            </w:r>
          </w:p>
        </w:tc>
        <w:tc>
          <w:tcPr>
            <w:tcW w:w="4044" w:type="dxa"/>
          </w:tcPr>
          <w:p w14:paraId="19F2E069" w14:textId="05E8A74C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Light switch one way</w:t>
            </w:r>
          </w:p>
        </w:tc>
        <w:tc>
          <w:tcPr>
            <w:tcW w:w="916" w:type="dxa"/>
          </w:tcPr>
          <w:p w14:paraId="09F19D03" w14:textId="334B0EA1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1597E5A7" w14:textId="48629B6E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93" w:type="dxa"/>
          </w:tcPr>
          <w:p w14:paraId="7F51F26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5CD8F9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975CBE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39A4A1" w14:textId="38ADD569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114</w:t>
            </w:r>
          </w:p>
        </w:tc>
        <w:tc>
          <w:tcPr>
            <w:tcW w:w="4044" w:type="dxa"/>
          </w:tcPr>
          <w:p w14:paraId="646D9AD7" w14:textId="4E39322D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1.5mm cable </w:t>
            </w:r>
          </w:p>
        </w:tc>
        <w:tc>
          <w:tcPr>
            <w:tcW w:w="916" w:type="dxa"/>
          </w:tcPr>
          <w:p w14:paraId="34924634" w14:textId="4BE8B12D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1119" w:type="dxa"/>
          </w:tcPr>
          <w:p w14:paraId="5BDA0897" w14:textId="15212B99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</w:t>
            </w:r>
          </w:p>
        </w:tc>
        <w:tc>
          <w:tcPr>
            <w:tcW w:w="1493" w:type="dxa"/>
          </w:tcPr>
          <w:p w14:paraId="5688649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986F51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312D2BC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FCE75E4" w14:textId="7AFF0D43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115</w:t>
            </w:r>
          </w:p>
        </w:tc>
        <w:tc>
          <w:tcPr>
            <w:tcW w:w="4044" w:type="dxa"/>
          </w:tcPr>
          <w:p w14:paraId="2E8DB1EA" w14:textId="4E34FCFC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2.5mm cable </w:t>
            </w:r>
          </w:p>
        </w:tc>
        <w:tc>
          <w:tcPr>
            <w:tcW w:w="916" w:type="dxa"/>
          </w:tcPr>
          <w:p w14:paraId="7EB2D6AF" w14:textId="05435C46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1119" w:type="dxa"/>
          </w:tcPr>
          <w:p w14:paraId="0CEF2678" w14:textId="6A9C0684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493" w:type="dxa"/>
          </w:tcPr>
          <w:p w14:paraId="4DA36F8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1F9A49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514EA77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B6E352" w14:textId="6F820E12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116</w:t>
            </w:r>
          </w:p>
        </w:tc>
        <w:tc>
          <w:tcPr>
            <w:tcW w:w="4044" w:type="dxa"/>
          </w:tcPr>
          <w:p w14:paraId="3A3B862C" w14:textId="2C5B0922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Mounting Block </w:t>
            </w:r>
          </w:p>
        </w:tc>
        <w:tc>
          <w:tcPr>
            <w:tcW w:w="916" w:type="dxa"/>
          </w:tcPr>
          <w:p w14:paraId="7465A059" w14:textId="50982BA2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18972778" w14:textId="2DE2E485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493" w:type="dxa"/>
          </w:tcPr>
          <w:p w14:paraId="79D1E62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4768165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2A3E768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89F77AB" w14:textId="32BA5B87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117</w:t>
            </w:r>
          </w:p>
        </w:tc>
        <w:tc>
          <w:tcPr>
            <w:tcW w:w="4044" w:type="dxa"/>
          </w:tcPr>
          <w:p w14:paraId="28BEA4B4" w14:textId="2F7DEAF1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Junction box</w:t>
            </w:r>
          </w:p>
        </w:tc>
        <w:tc>
          <w:tcPr>
            <w:tcW w:w="916" w:type="dxa"/>
          </w:tcPr>
          <w:p w14:paraId="2724DA4F" w14:textId="2038DD4F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4C14F1B" w14:textId="79C574F5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493" w:type="dxa"/>
          </w:tcPr>
          <w:p w14:paraId="77047DB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258F86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F3501D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ABFF18C" w14:textId="454953B2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118</w:t>
            </w:r>
          </w:p>
        </w:tc>
        <w:tc>
          <w:tcPr>
            <w:tcW w:w="4044" w:type="dxa"/>
          </w:tcPr>
          <w:p w14:paraId="30A27C00" w14:textId="4546C2D7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Earthing cable 6mm</w:t>
            </w:r>
          </w:p>
        </w:tc>
        <w:tc>
          <w:tcPr>
            <w:tcW w:w="916" w:type="dxa"/>
          </w:tcPr>
          <w:p w14:paraId="31DBB3AC" w14:textId="153D3174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1119" w:type="dxa"/>
          </w:tcPr>
          <w:p w14:paraId="647BD474" w14:textId="4BD7D38D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493" w:type="dxa"/>
          </w:tcPr>
          <w:p w14:paraId="7D9258C7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264C70C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100646E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438128A" w14:textId="61221E1D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119</w:t>
            </w:r>
          </w:p>
        </w:tc>
        <w:tc>
          <w:tcPr>
            <w:tcW w:w="4044" w:type="dxa"/>
          </w:tcPr>
          <w:p w14:paraId="562C1438" w14:textId="20EBE140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Earthing rod ¾” galvanized pipe</w:t>
            </w:r>
          </w:p>
        </w:tc>
        <w:tc>
          <w:tcPr>
            <w:tcW w:w="916" w:type="dxa"/>
          </w:tcPr>
          <w:p w14:paraId="167FCFBF" w14:textId="0C8674B1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74108B3F" w14:textId="54889318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39BAE71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240839F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75F467A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0153D6" w14:textId="40927091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120</w:t>
            </w:r>
          </w:p>
        </w:tc>
        <w:tc>
          <w:tcPr>
            <w:tcW w:w="4044" w:type="dxa"/>
          </w:tcPr>
          <w:p w14:paraId="04F9F2F7" w14:textId="2A2CB523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Insulating tape</w:t>
            </w:r>
          </w:p>
        </w:tc>
        <w:tc>
          <w:tcPr>
            <w:tcW w:w="916" w:type="dxa"/>
          </w:tcPr>
          <w:p w14:paraId="127DC17A" w14:textId="32372166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03EAA661" w14:textId="40518590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93" w:type="dxa"/>
          </w:tcPr>
          <w:p w14:paraId="5BFD970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A96CAF2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6C36A813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B0F9B6" w14:textId="5EF7F80F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121</w:t>
            </w:r>
          </w:p>
        </w:tc>
        <w:tc>
          <w:tcPr>
            <w:tcW w:w="4044" w:type="dxa"/>
          </w:tcPr>
          <w:p w14:paraId="5D68B5EC" w14:textId="23109EA9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Double power point</w:t>
            </w:r>
          </w:p>
        </w:tc>
        <w:tc>
          <w:tcPr>
            <w:tcW w:w="916" w:type="dxa"/>
          </w:tcPr>
          <w:p w14:paraId="6C4F401A" w14:textId="26285186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151813C6" w14:textId="7D7428D4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57BB6221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AB0659A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996764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9C04D14" w14:textId="0516B0DA" w:rsidR="00384D40" w:rsidRDefault="00384D40" w:rsidP="00C44890">
            <w:pPr>
              <w:rPr>
                <w:b w:val="0"/>
              </w:rPr>
            </w:pPr>
            <w:r>
              <w:rPr>
                <w:b w:val="0"/>
              </w:rPr>
              <w:t>122</w:t>
            </w:r>
          </w:p>
        </w:tc>
        <w:tc>
          <w:tcPr>
            <w:tcW w:w="4044" w:type="dxa"/>
          </w:tcPr>
          <w:p w14:paraId="0159B3EA" w14:textId="42DD9D7C" w:rsidR="00384D4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15mm dia. Pvc pipe for conducting </w:t>
            </w:r>
          </w:p>
        </w:tc>
        <w:tc>
          <w:tcPr>
            <w:tcW w:w="916" w:type="dxa"/>
          </w:tcPr>
          <w:p w14:paraId="3EC0230D" w14:textId="68183A11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6957BB99" w14:textId="375B25A6" w:rsidR="00384D40" w:rsidRDefault="00384D40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65C4C12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83237E0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4D40" w:rsidRPr="00C44890" w14:paraId="4A50C58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00AB415" w14:textId="2E93E916" w:rsidR="00384D40" w:rsidRDefault="00255007" w:rsidP="00C44890">
            <w:pPr>
              <w:rPr>
                <w:b w:val="0"/>
              </w:rPr>
            </w:pPr>
            <w:r>
              <w:rPr>
                <w:b w:val="0"/>
              </w:rPr>
              <w:t>123</w:t>
            </w:r>
          </w:p>
        </w:tc>
        <w:tc>
          <w:tcPr>
            <w:tcW w:w="4044" w:type="dxa"/>
          </w:tcPr>
          <w:p w14:paraId="15AB80B1" w14:textId="77053DEB" w:rsidR="00384D4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15mm pvc clip</w:t>
            </w:r>
          </w:p>
        </w:tc>
        <w:tc>
          <w:tcPr>
            <w:tcW w:w="916" w:type="dxa"/>
          </w:tcPr>
          <w:p w14:paraId="5E7711BB" w14:textId="665D1A0E" w:rsidR="00384D40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F74D1D3" w14:textId="65E04413" w:rsidR="00255007" w:rsidRDefault="00255007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493" w:type="dxa"/>
          </w:tcPr>
          <w:p w14:paraId="6FA28F73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A661C19" w14:textId="77777777" w:rsidR="00384D40" w:rsidRPr="00C44890" w:rsidRDefault="00384D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007" w:rsidRPr="00C44890" w14:paraId="0F0B46B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ABFE05" w14:textId="563F5E81" w:rsidR="00255007" w:rsidRDefault="00255007" w:rsidP="00C44890">
            <w:pPr>
              <w:rPr>
                <w:b w:val="0"/>
              </w:rPr>
            </w:pPr>
            <w:r>
              <w:rPr>
                <w:b w:val="0"/>
              </w:rPr>
              <w:t>124</w:t>
            </w:r>
          </w:p>
        </w:tc>
        <w:tc>
          <w:tcPr>
            <w:tcW w:w="4044" w:type="dxa"/>
          </w:tcPr>
          <w:p w14:paraId="163CD432" w14:textId="153A8761" w:rsidR="00255007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Ceiling fan complete with fan switch</w:t>
            </w:r>
          </w:p>
        </w:tc>
        <w:tc>
          <w:tcPr>
            <w:tcW w:w="916" w:type="dxa"/>
          </w:tcPr>
          <w:p w14:paraId="36A5357E" w14:textId="080DAD9B" w:rsidR="00255007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7B01E681" w14:textId="69996E96" w:rsidR="00255007" w:rsidRDefault="00255007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12F4EADC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8E2C779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007" w:rsidRPr="00C44890" w14:paraId="4B5E069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CD764F2" w14:textId="5EF07585" w:rsidR="00255007" w:rsidRDefault="00255007" w:rsidP="00C44890">
            <w:pPr>
              <w:rPr>
                <w:b w:val="0"/>
              </w:rPr>
            </w:pPr>
            <w:r>
              <w:rPr>
                <w:b w:val="0"/>
              </w:rPr>
              <w:t>125</w:t>
            </w:r>
          </w:p>
        </w:tc>
        <w:tc>
          <w:tcPr>
            <w:tcW w:w="4044" w:type="dxa"/>
          </w:tcPr>
          <w:p w14:paraId="5E486E9B" w14:textId="21E74930" w:rsidR="00255007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Allow for clips, junctions and screws</w:t>
            </w:r>
          </w:p>
        </w:tc>
        <w:tc>
          <w:tcPr>
            <w:tcW w:w="916" w:type="dxa"/>
          </w:tcPr>
          <w:p w14:paraId="1BC81038" w14:textId="0F08A031" w:rsidR="00255007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item</w:t>
            </w:r>
          </w:p>
        </w:tc>
        <w:tc>
          <w:tcPr>
            <w:tcW w:w="1119" w:type="dxa"/>
          </w:tcPr>
          <w:p w14:paraId="6522FB00" w14:textId="4F8F046B" w:rsidR="00255007" w:rsidRDefault="00255007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0A0413DB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97A7EC4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007" w:rsidRPr="00C44890" w14:paraId="7D1EB2C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B54F252" w14:textId="6CCD0E2C" w:rsidR="00255007" w:rsidRDefault="00255007" w:rsidP="00C44890">
            <w:pPr>
              <w:rPr>
                <w:b w:val="0"/>
              </w:rPr>
            </w:pPr>
            <w:r>
              <w:rPr>
                <w:b w:val="0"/>
              </w:rPr>
              <w:t>126</w:t>
            </w:r>
          </w:p>
        </w:tc>
        <w:tc>
          <w:tcPr>
            <w:tcW w:w="4044" w:type="dxa"/>
          </w:tcPr>
          <w:p w14:paraId="24E0F5CE" w14:textId="3E71345C" w:rsidR="00255007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Switch board with neutral bar</w:t>
            </w:r>
          </w:p>
        </w:tc>
        <w:tc>
          <w:tcPr>
            <w:tcW w:w="916" w:type="dxa"/>
          </w:tcPr>
          <w:p w14:paraId="65429449" w14:textId="0E5B6834" w:rsidR="00255007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463F940E" w14:textId="0643020D" w:rsidR="00255007" w:rsidRDefault="00255007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101FA745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960AECD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007" w:rsidRPr="00C44890" w14:paraId="27A6DFF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805FD7D" w14:textId="689FA775" w:rsidR="00255007" w:rsidRDefault="00255007" w:rsidP="00C44890">
            <w:pPr>
              <w:rPr>
                <w:b w:val="0"/>
              </w:rPr>
            </w:pPr>
            <w:r>
              <w:rPr>
                <w:b w:val="0"/>
              </w:rPr>
              <w:t>127</w:t>
            </w:r>
          </w:p>
        </w:tc>
        <w:tc>
          <w:tcPr>
            <w:tcW w:w="4044" w:type="dxa"/>
          </w:tcPr>
          <w:p w14:paraId="08DA6274" w14:textId="4C20F1E2" w:rsidR="00255007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Circuit breaker 20A</w:t>
            </w:r>
          </w:p>
        </w:tc>
        <w:tc>
          <w:tcPr>
            <w:tcW w:w="916" w:type="dxa"/>
          </w:tcPr>
          <w:p w14:paraId="3CFFBEE7" w14:textId="6A06F8CB" w:rsidR="00255007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A4B77B0" w14:textId="58EC0AE9" w:rsidR="00255007" w:rsidRDefault="00255007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7C3B779F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069030E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007" w:rsidRPr="00C44890" w14:paraId="78F978B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9CA0C38" w14:textId="6C88364F" w:rsidR="00255007" w:rsidRDefault="00255007" w:rsidP="00C44890">
            <w:pPr>
              <w:rPr>
                <w:b w:val="0"/>
              </w:rPr>
            </w:pPr>
            <w:r>
              <w:rPr>
                <w:b w:val="0"/>
              </w:rPr>
              <w:t>128</w:t>
            </w:r>
          </w:p>
        </w:tc>
        <w:tc>
          <w:tcPr>
            <w:tcW w:w="4044" w:type="dxa"/>
          </w:tcPr>
          <w:p w14:paraId="5743AE0A" w14:textId="2F504B17" w:rsidR="00255007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Circuit breaker 16A</w:t>
            </w:r>
          </w:p>
        </w:tc>
        <w:tc>
          <w:tcPr>
            <w:tcW w:w="916" w:type="dxa"/>
          </w:tcPr>
          <w:p w14:paraId="5A788C79" w14:textId="4B7F9B35" w:rsidR="00255007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5DB1EBCD" w14:textId="4C811F15" w:rsidR="00255007" w:rsidRDefault="00255007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0DAFFC41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36D08DB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007" w:rsidRPr="00C44890" w14:paraId="23BCA75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6F7C424" w14:textId="589738FD" w:rsidR="00255007" w:rsidRDefault="00255007" w:rsidP="00C44890">
            <w:pPr>
              <w:rPr>
                <w:b w:val="0"/>
              </w:rPr>
            </w:pPr>
            <w:r>
              <w:rPr>
                <w:b w:val="0"/>
              </w:rPr>
              <w:t>129</w:t>
            </w:r>
          </w:p>
        </w:tc>
        <w:tc>
          <w:tcPr>
            <w:tcW w:w="4044" w:type="dxa"/>
          </w:tcPr>
          <w:p w14:paraId="0A2C63EF" w14:textId="21E33E0F" w:rsidR="00255007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Circuit breaker 10A</w:t>
            </w:r>
          </w:p>
        </w:tc>
        <w:tc>
          <w:tcPr>
            <w:tcW w:w="916" w:type="dxa"/>
          </w:tcPr>
          <w:p w14:paraId="64028CE8" w14:textId="3D0E87DA" w:rsidR="00255007" w:rsidRDefault="00255007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50E48C41" w14:textId="49036D8A" w:rsidR="00255007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AE569A2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E126BC0" w14:textId="77777777" w:rsidR="00255007" w:rsidRPr="00C44890" w:rsidRDefault="0025500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51D6135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E91522D" w14:textId="61E08E04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130</w:t>
            </w:r>
          </w:p>
        </w:tc>
        <w:tc>
          <w:tcPr>
            <w:tcW w:w="4044" w:type="dxa"/>
          </w:tcPr>
          <w:p w14:paraId="480A4FD4" w14:textId="4DED7167" w:rsidR="00CE49F4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Circuit breaker 8A</w:t>
            </w:r>
          </w:p>
        </w:tc>
        <w:tc>
          <w:tcPr>
            <w:tcW w:w="916" w:type="dxa"/>
          </w:tcPr>
          <w:p w14:paraId="4EA55CCB" w14:textId="03581A0D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8E5BD5A" w14:textId="5B405CAC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09DE4DC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461AA7C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7EECE42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5071B1C" w14:textId="4AFD29D4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131</w:t>
            </w:r>
          </w:p>
        </w:tc>
        <w:tc>
          <w:tcPr>
            <w:tcW w:w="4044" w:type="dxa"/>
          </w:tcPr>
          <w:p w14:paraId="2CA7F337" w14:textId="2BD584F5" w:rsidR="00CE49F4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Wall plug</w:t>
            </w:r>
          </w:p>
        </w:tc>
        <w:tc>
          <w:tcPr>
            <w:tcW w:w="916" w:type="dxa"/>
          </w:tcPr>
          <w:p w14:paraId="422A4A24" w14:textId="775F42DA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1119" w:type="dxa"/>
          </w:tcPr>
          <w:p w14:paraId="6B6B13A7" w14:textId="66AA53C3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05DDDFF0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BE4ADD1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21DD3BBF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C3E5F96" w14:textId="77777777" w:rsidR="00CE49F4" w:rsidRDefault="00CE49F4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1FE5B9A9" w14:textId="07FA5504" w:rsidR="00CE49F4" w:rsidRPr="00CE49F4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Painting </w:t>
            </w:r>
          </w:p>
        </w:tc>
        <w:tc>
          <w:tcPr>
            <w:tcW w:w="916" w:type="dxa"/>
          </w:tcPr>
          <w:p w14:paraId="4B105CC3" w14:textId="77777777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4DC392E9" w14:textId="77777777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62E7C7F7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0EF27F8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0A0A700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BB0F8D7" w14:textId="357CD2B4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132</w:t>
            </w:r>
          </w:p>
        </w:tc>
        <w:tc>
          <w:tcPr>
            <w:tcW w:w="4044" w:type="dxa"/>
          </w:tcPr>
          <w:p w14:paraId="1F470562" w14:textId="27F121C9" w:rsidR="00CE49F4" w:rsidRP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Pink primer 4L</w:t>
            </w:r>
          </w:p>
        </w:tc>
        <w:tc>
          <w:tcPr>
            <w:tcW w:w="916" w:type="dxa"/>
          </w:tcPr>
          <w:p w14:paraId="02A639B3" w14:textId="2BE6992D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</w:t>
            </w:r>
          </w:p>
        </w:tc>
        <w:tc>
          <w:tcPr>
            <w:tcW w:w="1119" w:type="dxa"/>
          </w:tcPr>
          <w:p w14:paraId="3E004B3D" w14:textId="57DB5B88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493" w:type="dxa"/>
          </w:tcPr>
          <w:p w14:paraId="2C533A61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FF37634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3F702D3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2C9E23D" w14:textId="6344BB76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133</w:t>
            </w:r>
          </w:p>
        </w:tc>
        <w:tc>
          <w:tcPr>
            <w:tcW w:w="4044" w:type="dxa"/>
          </w:tcPr>
          <w:p w14:paraId="05F91169" w14:textId="7AB8C1FA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Undercoat 4L</w:t>
            </w:r>
          </w:p>
        </w:tc>
        <w:tc>
          <w:tcPr>
            <w:tcW w:w="916" w:type="dxa"/>
          </w:tcPr>
          <w:p w14:paraId="3F1D950E" w14:textId="16475EB2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</w:t>
            </w:r>
          </w:p>
        </w:tc>
        <w:tc>
          <w:tcPr>
            <w:tcW w:w="1119" w:type="dxa"/>
          </w:tcPr>
          <w:p w14:paraId="6CEBFE7E" w14:textId="5B31B17B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493" w:type="dxa"/>
          </w:tcPr>
          <w:p w14:paraId="348F21C2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20EDE39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2F4F8AA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8A2407A" w14:textId="575E8DBD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134</w:t>
            </w:r>
          </w:p>
        </w:tc>
        <w:tc>
          <w:tcPr>
            <w:tcW w:w="4044" w:type="dxa"/>
          </w:tcPr>
          <w:p w14:paraId="339078F1" w14:textId="2AFAD59A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H/gloss 4L</w:t>
            </w:r>
          </w:p>
        </w:tc>
        <w:tc>
          <w:tcPr>
            <w:tcW w:w="916" w:type="dxa"/>
          </w:tcPr>
          <w:p w14:paraId="487C8041" w14:textId="338E7C24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</w:t>
            </w:r>
          </w:p>
        </w:tc>
        <w:tc>
          <w:tcPr>
            <w:tcW w:w="1119" w:type="dxa"/>
          </w:tcPr>
          <w:p w14:paraId="6B511B1F" w14:textId="49385727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493" w:type="dxa"/>
          </w:tcPr>
          <w:p w14:paraId="218A687A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5D6DFAB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0BD5779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73B1EC" w14:textId="01D958DD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135</w:t>
            </w:r>
          </w:p>
        </w:tc>
        <w:tc>
          <w:tcPr>
            <w:tcW w:w="4044" w:type="dxa"/>
          </w:tcPr>
          <w:p w14:paraId="557D6900" w14:textId="2FCCF8EC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Acrylic 4L</w:t>
            </w:r>
          </w:p>
        </w:tc>
        <w:tc>
          <w:tcPr>
            <w:tcW w:w="916" w:type="dxa"/>
          </w:tcPr>
          <w:p w14:paraId="4731FCAA" w14:textId="0608A987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</w:t>
            </w:r>
          </w:p>
        </w:tc>
        <w:tc>
          <w:tcPr>
            <w:tcW w:w="1119" w:type="dxa"/>
          </w:tcPr>
          <w:p w14:paraId="63B6F387" w14:textId="0F4F74CE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493" w:type="dxa"/>
          </w:tcPr>
          <w:p w14:paraId="7CA95FDA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8CF17EC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530FB0E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A52630C" w14:textId="1A0C9CE1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136</w:t>
            </w:r>
          </w:p>
        </w:tc>
        <w:tc>
          <w:tcPr>
            <w:tcW w:w="4044" w:type="dxa"/>
          </w:tcPr>
          <w:p w14:paraId="55AEA571" w14:textId="5D8BC2AC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Tray complete with roller and sleeve</w:t>
            </w:r>
          </w:p>
        </w:tc>
        <w:tc>
          <w:tcPr>
            <w:tcW w:w="916" w:type="dxa"/>
          </w:tcPr>
          <w:p w14:paraId="280DB0FA" w14:textId="4FD686E0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04B20E4" w14:textId="647540AF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4D399BE6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61EB4ED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7BBB0606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5FB86B5" w14:textId="4940DD9E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137</w:t>
            </w:r>
          </w:p>
        </w:tc>
        <w:tc>
          <w:tcPr>
            <w:tcW w:w="4044" w:type="dxa"/>
          </w:tcPr>
          <w:p w14:paraId="0D6B9756" w14:textId="45CEDA8B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4” paint brush </w:t>
            </w:r>
          </w:p>
        </w:tc>
        <w:tc>
          <w:tcPr>
            <w:tcW w:w="916" w:type="dxa"/>
          </w:tcPr>
          <w:p w14:paraId="73997FF4" w14:textId="48548010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2CE98F1" w14:textId="6FA2EB80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2ACE4592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64FBAB8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18160E3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E753B17" w14:textId="7F50F650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138</w:t>
            </w:r>
          </w:p>
        </w:tc>
        <w:tc>
          <w:tcPr>
            <w:tcW w:w="4044" w:type="dxa"/>
          </w:tcPr>
          <w:p w14:paraId="2268C743" w14:textId="708A39AE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3” paint brush</w:t>
            </w:r>
          </w:p>
        </w:tc>
        <w:tc>
          <w:tcPr>
            <w:tcW w:w="916" w:type="dxa"/>
          </w:tcPr>
          <w:p w14:paraId="28B10A04" w14:textId="0E94B0AE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2ADA0988" w14:textId="2344E004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09AC643A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58DB2ED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19F749D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95BE146" w14:textId="72BC9E98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139</w:t>
            </w:r>
          </w:p>
        </w:tc>
        <w:tc>
          <w:tcPr>
            <w:tcW w:w="4044" w:type="dxa"/>
          </w:tcPr>
          <w:p w14:paraId="54DE2C52" w14:textId="58827395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2” paint brush </w:t>
            </w:r>
          </w:p>
        </w:tc>
        <w:tc>
          <w:tcPr>
            <w:tcW w:w="916" w:type="dxa"/>
          </w:tcPr>
          <w:p w14:paraId="6A572339" w14:textId="7A6BD68E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2BEF2EF4" w14:textId="504B0E1F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493" w:type="dxa"/>
          </w:tcPr>
          <w:p w14:paraId="11E91A0A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698AB7A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39EEE3D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DB32893" w14:textId="56EECBAD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140</w:t>
            </w:r>
          </w:p>
        </w:tc>
        <w:tc>
          <w:tcPr>
            <w:tcW w:w="4044" w:type="dxa"/>
          </w:tcPr>
          <w:p w14:paraId="5D288EEE" w14:textId="7000DA81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1” paint brush </w:t>
            </w:r>
          </w:p>
        </w:tc>
        <w:tc>
          <w:tcPr>
            <w:tcW w:w="916" w:type="dxa"/>
          </w:tcPr>
          <w:p w14:paraId="7800204B" w14:textId="72B3B040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7E3C34D" w14:textId="5AAA3548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93" w:type="dxa"/>
          </w:tcPr>
          <w:p w14:paraId="37C823BC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40FB712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2B7BB7A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731CB26" w14:textId="77777777" w:rsidR="00CE49F4" w:rsidRDefault="00CE49F4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6C4B3271" w14:textId="560299C6" w:rsidR="00CE49F4" w:rsidRP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Nails, Screws &amp; Bolts</w:t>
            </w:r>
          </w:p>
        </w:tc>
        <w:tc>
          <w:tcPr>
            <w:tcW w:w="916" w:type="dxa"/>
          </w:tcPr>
          <w:p w14:paraId="1BDB0E64" w14:textId="77777777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3DC3D730" w14:textId="77777777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1D232382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815E83F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2899D84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B3D1283" w14:textId="0065DE06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lastRenderedPageBreak/>
              <w:t>141</w:t>
            </w:r>
          </w:p>
        </w:tc>
        <w:tc>
          <w:tcPr>
            <w:tcW w:w="4044" w:type="dxa"/>
          </w:tcPr>
          <w:p w14:paraId="70FC366E" w14:textId="720087A2" w:rsidR="00CE49F4" w:rsidRP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4” galvanized nail</w:t>
            </w:r>
          </w:p>
        </w:tc>
        <w:tc>
          <w:tcPr>
            <w:tcW w:w="916" w:type="dxa"/>
          </w:tcPr>
          <w:p w14:paraId="16C10A22" w14:textId="3795EB58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kg</w:t>
            </w:r>
          </w:p>
        </w:tc>
        <w:tc>
          <w:tcPr>
            <w:tcW w:w="1119" w:type="dxa"/>
          </w:tcPr>
          <w:p w14:paraId="06AE6AAF" w14:textId="2C1897A6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493" w:type="dxa"/>
          </w:tcPr>
          <w:p w14:paraId="6C3F751E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97CECEB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63CED5C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0468A71" w14:textId="5D6DA745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142</w:t>
            </w:r>
          </w:p>
        </w:tc>
        <w:tc>
          <w:tcPr>
            <w:tcW w:w="4044" w:type="dxa"/>
          </w:tcPr>
          <w:p w14:paraId="7D39B8AF" w14:textId="0201576D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3” galvanized nail </w:t>
            </w:r>
          </w:p>
        </w:tc>
        <w:tc>
          <w:tcPr>
            <w:tcW w:w="916" w:type="dxa"/>
          </w:tcPr>
          <w:p w14:paraId="2A6F1526" w14:textId="31016431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kg</w:t>
            </w:r>
          </w:p>
        </w:tc>
        <w:tc>
          <w:tcPr>
            <w:tcW w:w="1119" w:type="dxa"/>
          </w:tcPr>
          <w:p w14:paraId="028B2B26" w14:textId="086AE94A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493" w:type="dxa"/>
          </w:tcPr>
          <w:p w14:paraId="30030A33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FAB259C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49F3FAB3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097197" w14:textId="13936B1A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143</w:t>
            </w:r>
          </w:p>
        </w:tc>
        <w:tc>
          <w:tcPr>
            <w:tcW w:w="4044" w:type="dxa"/>
          </w:tcPr>
          <w:p w14:paraId="2B579230" w14:textId="26C8E056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½ ” galvanized nail</w:t>
            </w:r>
          </w:p>
        </w:tc>
        <w:tc>
          <w:tcPr>
            <w:tcW w:w="916" w:type="dxa"/>
          </w:tcPr>
          <w:p w14:paraId="598FF73B" w14:textId="73363582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kg</w:t>
            </w:r>
          </w:p>
        </w:tc>
        <w:tc>
          <w:tcPr>
            <w:tcW w:w="1119" w:type="dxa"/>
          </w:tcPr>
          <w:p w14:paraId="030C6A54" w14:textId="6F2B4298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493" w:type="dxa"/>
          </w:tcPr>
          <w:p w14:paraId="0E57CE78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9987CAE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37B40EDF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E14BB42" w14:textId="542FB5A7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144</w:t>
            </w:r>
          </w:p>
        </w:tc>
        <w:tc>
          <w:tcPr>
            <w:tcW w:w="4044" w:type="dxa"/>
          </w:tcPr>
          <w:p w14:paraId="1C60A21A" w14:textId="27C5EF35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2” galvanized nail flat head </w:t>
            </w:r>
          </w:p>
        </w:tc>
        <w:tc>
          <w:tcPr>
            <w:tcW w:w="916" w:type="dxa"/>
          </w:tcPr>
          <w:p w14:paraId="42379217" w14:textId="36674574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kg</w:t>
            </w:r>
          </w:p>
        </w:tc>
        <w:tc>
          <w:tcPr>
            <w:tcW w:w="1119" w:type="dxa"/>
          </w:tcPr>
          <w:p w14:paraId="68EC639B" w14:textId="45F259C0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493" w:type="dxa"/>
          </w:tcPr>
          <w:p w14:paraId="4FB616B0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7912E90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4D7F10D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5E4DAEE" w14:textId="270D55A3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145</w:t>
            </w:r>
          </w:p>
        </w:tc>
        <w:tc>
          <w:tcPr>
            <w:tcW w:w="4044" w:type="dxa"/>
          </w:tcPr>
          <w:p w14:paraId="07AF9F3A" w14:textId="4805B2D3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 ½” twisted roof nail </w:t>
            </w:r>
          </w:p>
        </w:tc>
        <w:tc>
          <w:tcPr>
            <w:tcW w:w="916" w:type="dxa"/>
          </w:tcPr>
          <w:p w14:paraId="777C2179" w14:textId="743052B1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kg</w:t>
            </w:r>
          </w:p>
        </w:tc>
        <w:tc>
          <w:tcPr>
            <w:tcW w:w="1119" w:type="dxa"/>
          </w:tcPr>
          <w:p w14:paraId="701D2201" w14:textId="3E61DC81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493" w:type="dxa"/>
          </w:tcPr>
          <w:p w14:paraId="28AE74BB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7C0E0DB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5486B757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77827F6" w14:textId="3974C5DA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146</w:t>
            </w:r>
          </w:p>
        </w:tc>
        <w:tc>
          <w:tcPr>
            <w:tcW w:w="4044" w:type="dxa"/>
          </w:tcPr>
          <w:p w14:paraId="77A1C1E9" w14:textId="60720B09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12mm dia. Bolts &amp; nuts</w:t>
            </w:r>
          </w:p>
        </w:tc>
        <w:tc>
          <w:tcPr>
            <w:tcW w:w="916" w:type="dxa"/>
          </w:tcPr>
          <w:p w14:paraId="1398F4AB" w14:textId="0F642369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DEF02AF" w14:textId="163C934F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493" w:type="dxa"/>
          </w:tcPr>
          <w:p w14:paraId="0546E71E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C1D20F9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46418D8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528386B" w14:textId="77777777" w:rsidR="00CE49F4" w:rsidRDefault="00CE49F4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53095F93" w14:textId="5ACB4FE4" w:rsidR="00CE49F4" w:rsidRP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Exterior Element </w:t>
            </w:r>
          </w:p>
        </w:tc>
        <w:tc>
          <w:tcPr>
            <w:tcW w:w="916" w:type="dxa"/>
          </w:tcPr>
          <w:p w14:paraId="29A46A2A" w14:textId="77777777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238985FB" w14:textId="77777777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6DE5B4EA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05A60D5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0263BBE3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1545400" w14:textId="77777777" w:rsidR="00CE49F4" w:rsidRDefault="00CE49F4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6B273C7E" w14:textId="00D18378" w:rsidR="00CE49F4" w:rsidRP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>Water Services</w:t>
            </w:r>
          </w:p>
        </w:tc>
        <w:tc>
          <w:tcPr>
            <w:tcW w:w="916" w:type="dxa"/>
          </w:tcPr>
          <w:p w14:paraId="5B48AC53" w14:textId="77777777" w:rsidR="00CE49F4" w:rsidRDefault="00CE49F4" w:rsidP="00EE4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0E07E46A" w14:textId="77777777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5FD27E70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94976EA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5EA57E73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AFBE1E5" w14:textId="362DD103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147</w:t>
            </w:r>
          </w:p>
        </w:tc>
        <w:tc>
          <w:tcPr>
            <w:tcW w:w="4044" w:type="dxa"/>
          </w:tcPr>
          <w:p w14:paraId="0C15EC01" w14:textId="3DA65282" w:rsidR="00CE49F4" w:rsidRP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 tank 5000 liters</w:t>
            </w:r>
          </w:p>
        </w:tc>
        <w:tc>
          <w:tcPr>
            <w:tcW w:w="916" w:type="dxa"/>
          </w:tcPr>
          <w:p w14:paraId="400BA5B9" w14:textId="5B8A5C21" w:rsidR="00CE49F4" w:rsidRDefault="00CE49F4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19E18F5D" w14:textId="118F77C2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7D459E80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2DE8BC8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209DD3D7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83C2E84" w14:textId="50E7EBC9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148</w:t>
            </w:r>
          </w:p>
        </w:tc>
        <w:tc>
          <w:tcPr>
            <w:tcW w:w="4044" w:type="dxa"/>
          </w:tcPr>
          <w:p w14:paraId="57D13BD8" w14:textId="6994D31C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Polythene tank 1200 ltrs </w:t>
            </w:r>
          </w:p>
        </w:tc>
        <w:tc>
          <w:tcPr>
            <w:tcW w:w="916" w:type="dxa"/>
          </w:tcPr>
          <w:p w14:paraId="10F1A8A9" w14:textId="73F662B9" w:rsidR="00CE49F4" w:rsidRDefault="00CE49F4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21E0110C" w14:textId="02996A4D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2BFAAEEF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B15DBCB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16FB5DB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4BFE3A8" w14:textId="0E164C43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149</w:t>
            </w:r>
          </w:p>
        </w:tc>
        <w:tc>
          <w:tcPr>
            <w:tcW w:w="4044" w:type="dxa"/>
          </w:tcPr>
          <w:p w14:paraId="008D8DAF" w14:textId="1B7B9331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Solvent cement 500kg</w:t>
            </w:r>
          </w:p>
        </w:tc>
        <w:tc>
          <w:tcPr>
            <w:tcW w:w="916" w:type="dxa"/>
          </w:tcPr>
          <w:p w14:paraId="51812A8B" w14:textId="1EB66FEE" w:rsidR="00CE49F4" w:rsidRDefault="00CE49F4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34A0AA2" w14:textId="203B1085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2A86E2FC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3BEBA3C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52E268C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E62838E" w14:textId="77777777" w:rsidR="00CE49F4" w:rsidRDefault="00CE49F4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345DCEFB" w14:textId="6E3CE34B" w:rsidR="00CE49F4" w:rsidRP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Rainwater Tanks / Header Tank </w:t>
            </w:r>
          </w:p>
        </w:tc>
        <w:tc>
          <w:tcPr>
            <w:tcW w:w="916" w:type="dxa"/>
          </w:tcPr>
          <w:p w14:paraId="0DDA3859" w14:textId="77777777" w:rsidR="00CE49F4" w:rsidRDefault="00CE49F4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07B0548D" w14:textId="77777777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12A84AC4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D48F4C1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57AF13F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F201A61" w14:textId="77777777" w:rsidR="00CE49F4" w:rsidRDefault="00CE49F4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3DA0DB26" w14:textId="2A02FCAC" w:rsidR="00CE49F4" w:rsidRP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>Rainwater Concrete Base:</w:t>
            </w:r>
          </w:p>
        </w:tc>
        <w:tc>
          <w:tcPr>
            <w:tcW w:w="916" w:type="dxa"/>
          </w:tcPr>
          <w:p w14:paraId="5F040776" w14:textId="77777777" w:rsidR="00CE49F4" w:rsidRDefault="00CE49F4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389F1EB9" w14:textId="77777777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4B6A656A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BC174EA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01B484F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C9B753D" w14:textId="3955508E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150</w:t>
            </w:r>
          </w:p>
        </w:tc>
        <w:tc>
          <w:tcPr>
            <w:tcW w:w="4044" w:type="dxa"/>
          </w:tcPr>
          <w:p w14:paraId="72EDADC0" w14:textId="7D1A7EF2" w:rsidR="00CE49F4" w:rsidRP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Cement 40kg</w:t>
            </w:r>
          </w:p>
        </w:tc>
        <w:tc>
          <w:tcPr>
            <w:tcW w:w="916" w:type="dxa"/>
          </w:tcPr>
          <w:p w14:paraId="232FA40D" w14:textId="62D24AFC" w:rsidR="00CE49F4" w:rsidRDefault="00CE49F4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</w:t>
            </w:r>
          </w:p>
        </w:tc>
        <w:tc>
          <w:tcPr>
            <w:tcW w:w="1119" w:type="dxa"/>
          </w:tcPr>
          <w:p w14:paraId="75B53F97" w14:textId="5913B06B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1493" w:type="dxa"/>
          </w:tcPr>
          <w:p w14:paraId="45557EE3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BF1AE31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67A8277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C30F7C9" w14:textId="3782FAC1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151</w:t>
            </w:r>
          </w:p>
        </w:tc>
        <w:tc>
          <w:tcPr>
            <w:tcW w:w="4044" w:type="dxa"/>
          </w:tcPr>
          <w:p w14:paraId="0D9EB9A2" w14:textId="1A50DA91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Cement for brick manufacture</w:t>
            </w:r>
          </w:p>
        </w:tc>
        <w:tc>
          <w:tcPr>
            <w:tcW w:w="916" w:type="dxa"/>
          </w:tcPr>
          <w:p w14:paraId="1D4426A3" w14:textId="7A8BD96E" w:rsidR="00CE49F4" w:rsidRDefault="00CE49F4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</w:t>
            </w:r>
          </w:p>
        </w:tc>
        <w:tc>
          <w:tcPr>
            <w:tcW w:w="1119" w:type="dxa"/>
          </w:tcPr>
          <w:p w14:paraId="5A8B0A30" w14:textId="39737B72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2312BE83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12370B9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3821C23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D2FEEBC" w14:textId="6761EB6F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152</w:t>
            </w:r>
          </w:p>
        </w:tc>
        <w:tc>
          <w:tcPr>
            <w:tcW w:w="4044" w:type="dxa"/>
          </w:tcPr>
          <w:p w14:paraId="52E65AA4" w14:textId="765CB695" w:rsidR="00CE49F4" w:rsidRDefault="00CE49F4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F62 fabric mesh wire 6mx2.4m/sheet</w:t>
            </w:r>
          </w:p>
        </w:tc>
        <w:tc>
          <w:tcPr>
            <w:tcW w:w="916" w:type="dxa"/>
          </w:tcPr>
          <w:p w14:paraId="6A303631" w14:textId="4B2C80E0" w:rsidR="00CE49F4" w:rsidRDefault="00CE49F4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sht</w:t>
            </w:r>
          </w:p>
        </w:tc>
        <w:tc>
          <w:tcPr>
            <w:tcW w:w="1119" w:type="dxa"/>
          </w:tcPr>
          <w:p w14:paraId="569BF63A" w14:textId="7596201C" w:rsidR="00CE49F4" w:rsidRDefault="00CE49F4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3841F5A6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579AE54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49F4" w:rsidRPr="00C44890" w14:paraId="72A526A4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00C523A" w14:textId="6C57A6E1" w:rsidR="00CE49F4" w:rsidRDefault="00CE49F4" w:rsidP="00C44890">
            <w:pPr>
              <w:rPr>
                <w:b w:val="0"/>
              </w:rPr>
            </w:pPr>
            <w:r>
              <w:rPr>
                <w:b w:val="0"/>
              </w:rPr>
              <w:t>153</w:t>
            </w:r>
          </w:p>
        </w:tc>
        <w:tc>
          <w:tcPr>
            <w:tcW w:w="4044" w:type="dxa"/>
          </w:tcPr>
          <w:p w14:paraId="73BB1C43" w14:textId="00E530BE" w:rsidR="00CE49F4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Rod 12mm dia. 6m</w:t>
            </w:r>
          </w:p>
        </w:tc>
        <w:tc>
          <w:tcPr>
            <w:tcW w:w="916" w:type="dxa"/>
          </w:tcPr>
          <w:p w14:paraId="6C382216" w14:textId="4F80625A" w:rsidR="00CE49F4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40809543" w14:textId="7D59736A" w:rsidR="00CE49F4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1FEAFB24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4B158B7" w14:textId="77777777" w:rsidR="00CE49F4" w:rsidRPr="00C44890" w:rsidRDefault="00CE49F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466A7217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42978E" w14:textId="43478939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154</w:t>
            </w:r>
          </w:p>
        </w:tc>
        <w:tc>
          <w:tcPr>
            <w:tcW w:w="4044" w:type="dxa"/>
          </w:tcPr>
          <w:p w14:paraId="4CBCF77B" w14:textId="057A9B7C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Rod 6mm dia. 6m </w:t>
            </w:r>
          </w:p>
        </w:tc>
        <w:tc>
          <w:tcPr>
            <w:tcW w:w="916" w:type="dxa"/>
          </w:tcPr>
          <w:p w14:paraId="086EFBCF" w14:textId="3CF2A385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24BEEAAD" w14:textId="4E9714B8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4B3DA459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6D6B856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634372B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4A2675E" w14:textId="4560AE73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155</w:t>
            </w:r>
          </w:p>
        </w:tc>
        <w:tc>
          <w:tcPr>
            <w:tcW w:w="4044" w:type="dxa"/>
          </w:tcPr>
          <w:p w14:paraId="65643D04" w14:textId="15E610B4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Tie wire</w:t>
            </w:r>
          </w:p>
        </w:tc>
        <w:tc>
          <w:tcPr>
            <w:tcW w:w="916" w:type="dxa"/>
          </w:tcPr>
          <w:p w14:paraId="5185A150" w14:textId="7A9DC87A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0E8A5242" w14:textId="432FD773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B82596F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2ADDEA8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0EC1FA4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A0CB6C0" w14:textId="5340F807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156</w:t>
            </w:r>
          </w:p>
        </w:tc>
        <w:tc>
          <w:tcPr>
            <w:tcW w:w="4044" w:type="dxa"/>
          </w:tcPr>
          <w:p w14:paraId="34CBCAB4" w14:textId="06E2DCF1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200x25mm timber formwork</w:t>
            </w:r>
          </w:p>
        </w:tc>
        <w:tc>
          <w:tcPr>
            <w:tcW w:w="916" w:type="dxa"/>
          </w:tcPr>
          <w:p w14:paraId="092C24E6" w14:textId="1827061D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7D90464C" w14:textId="2725499D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22E5BB09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245119F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7D570CC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99C5BF6" w14:textId="5F2D4063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157</w:t>
            </w:r>
          </w:p>
        </w:tc>
        <w:tc>
          <w:tcPr>
            <w:tcW w:w="4044" w:type="dxa"/>
          </w:tcPr>
          <w:p w14:paraId="7E80DA22" w14:textId="0C2D64F9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100x50mm formwork frames</w:t>
            </w:r>
          </w:p>
        </w:tc>
        <w:tc>
          <w:tcPr>
            <w:tcW w:w="916" w:type="dxa"/>
          </w:tcPr>
          <w:p w14:paraId="303D4E9A" w14:textId="0F7DA730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3AFD345A" w14:textId="64F7E979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1ECE2256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507F536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2DB3B2E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5E65AAE" w14:textId="78B9033B" w:rsidR="00943F9E" w:rsidRDefault="00943F9E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5131B89A" w14:textId="13664871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Overhead Tank Stand: </w:t>
            </w:r>
          </w:p>
        </w:tc>
        <w:tc>
          <w:tcPr>
            <w:tcW w:w="916" w:type="dxa"/>
          </w:tcPr>
          <w:p w14:paraId="7B83BB4B" w14:textId="77777777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07B513CD" w14:textId="77777777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48C55426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53A03E1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4128AB12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A0AEFEA" w14:textId="2BC7D984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158</w:t>
            </w:r>
          </w:p>
        </w:tc>
        <w:tc>
          <w:tcPr>
            <w:tcW w:w="4044" w:type="dxa"/>
          </w:tcPr>
          <w:p w14:paraId="00A2A354" w14:textId="7E2CDA25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Cement 40kg</w:t>
            </w:r>
          </w:p>
        </w:tc>
        <w:tc>
          <w:tcPr>
            <w:tcW w:w="916" w:type="dxa"/>
          </w:tcPr>
          <w:p w14:paraId="7A606D48" w14:textId="1F81F8F4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</w:t>
            </w:r>
          </w:p>
        </w:tc>
        <w:tc>
          <w:tcPr>
            <w:tcW w:w="1119" w:type="dxa"/>
          </w:tcPr>
          <w:p w14:paraId="604D63F5" w14:textId="7C6FE486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1493" w:type="dxa"/>
          </w:tcPr>
          <w:p w14:paraId="14009CAD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687572F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1EA8EA94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1C7CB5D" w14:textId="6EDAF55E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159</w:t>
            </w:r>
          </w:p>
        </w:tc>
        <w:tc>
          <w:tcPr>
            <w:tcW w:w="4044" w:type="dxa"/>
          </w:tcPr>
          <w:p w14:paraId="78D19F8D" w14:textId="402BEB5C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Cement for brick manufacture</w:t>
            </w:r>
          </w:p>
        </w:tc>
        <w:tc>
          <w:tcPr>
            <w:tcW w:w="916" w:type="dxa"/>
          </w:tcPr>
          <w:p w14:paraId="1CE2CC3A" w14:textId="3E09B116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</w:t>
            </w:r>
          </w:p>
        </w:tc>
        <w:tc>
          <w:tcPr>
            <w:tcW w:w="1119" w:type="dxa"/>
          </w:tcPr>
          <w:p w14:paraId="43C1850B" w14:textId="053807FC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93" w:type="dxa"/>
          </w:tcPr>
          <w:p w14:paraId="7219C4C5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19EA83C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15B2FDB3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57AC93D" w14:textId="665F30EE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160</w:t>
            </w:r>
          </w:p>
        </w:tc>
        <w:tc>
          <w:tcPr>
            <w:tcW w:w="4044" w:type="dxa"/>
          </w:tcPr>
          <w:p w14:paraId="2286D332" w14:textId="276598C5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F62 fabric mesh wire 6mx2.4m/sheet</w:t>
            </w:r>
          </w:p>
        </w:tc>
        <w:tc>
          <w:tcPr>
            <w:tcW w:w="916" w:type="dxa"/>
          </w:tcPr>
          <w:p w14:paraId="2960FB2F" w14:textId="4E1D92C3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</w:t>
            </w:r>
          </w:p>
        </w:tc>
        <w:tc>
          <w:tcPr>
            <w:tcW w:w="1119" w:type="dxa"/>
          </w:tcPr>
          <w:p w14:paraId="089101A2" w14:textId="624963DD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3DF8693C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DEA0446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3FBA61E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56E7256" w14:textId="0788FCFD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161</w:t>
            </w:r>
          </w:p>
        </w:tc>
        <w:tc>
          <w:tcPr>
            <w:tcW w:w="4044" w:type="dxa"/>
          </w:tcPr>
          <w:p w14:paraId="19250B83" w14:textId="76924351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Rod 12mm dia. 6m</w:t>
            </w:r>
          </w:p>
        </w:tc>
        <w:tc>
          <w:tcPr>
            <w:tcW w:w="916" w:type="dxa"/>
          </w:tcPr>
          <w:p w14:paraId="3D3751E5" w14:textId="173FFFDA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0E4D859A" w14:textId="65937C81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93" w:type="dxa"/>
          </w:tcPr>
          <w:p w14:paraId="4F0B1C64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84D120D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366498A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2031351" w14:textId="4955B142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162</w:t>
            </w:r>
          </w:p>
        </w:tc>
        <w:tc>
          <w:tcPr>
            <w:tcW w:w="4044" w:type="dxa"/>
          </w:tcPr>
          <w:p w14:paraId="4B08C565" w14:textId="36B6EDC7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200x25mm timber formwork</w:t>
            </w:r>
          </w:p>
        </w:tc>
        <w:tc>
          <w:tcPr>
            <w:tcW w:w="916" w:type="dxa"/>
          </w:tcPr>
          <w:p w14:paraId="2A898BA9" w14:textId="349BF417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79BFA650" w14:textId="5391643B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485C35AF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48466B3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4D309E5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FF93D5A" w14:textId="1704B008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163</w:t>
            </w:r>
          </w:p>
        </w:tc>
        <w:tc>
          <w:tcPr>
            <w:tcW w:w="4044" w:type="dxa"/>
          </w:tcPr>
          <w:p w14:paraId="17B3ABF8" w14:textId="06592B88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Formwork plasply boarding </w:t>
            </w:r>
          </w:p>
        </w:tc>
        <w:tc>
          <w:tcPr>
            <w:tcW w:w="916" w:type="dxa"/>
          </w:tcPr>
          <w:p w14:paraId="62D90FC0" w14:textId="34C2D755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sht</w:t>
            </w:r>
          </w:p>
        </w:tc>
        <w:tc>
          <w:tcPr>
            <w:tcW w:w="1119" w:type="dxa"/>
          </w:tcPr>
          <w:p w14:paraId="3C3E1D9B" w14:textId="5F900DD0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493" w:type="dxa"/>
          </w:tcPr>
          <w:p w14:paraId="36028984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A626E5D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4E3788F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7E7C075" w14:textId="278D574E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164</w:t>
            </w:r>
          </w:p>
        </w:tc>
        <w:tc>
          <w:tcPr>
            <w:tcW w:w="4044" w:type="dxa"/>
          </w:tcPr>
          <w:p w14:paraId="00CF1D41" w14:textId="0FBD1585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100x50mm formwork frames</w:t>
            </w:r>
          </w:p>
        </w:tc>
        <w:tc>
          <w:tcPr>
            <w:tcW w:w="916" w:type="dxa"/>
          </w:tcPr>
          <w:p w14:paraId="24A1E470" w14:textId="21FA78CA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71C55B67" w14:textId="45D66A1B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3B506508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640C7A4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6B94CFA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1CCFBC1" w14:textId="7823018F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165</w:t>
            </w:r>
          </w:p>
        </w:tc>
        <w:tc>
          <w:tcPr>
            <w:tcW w:w="4044" w:type="dxa"/>
          </w:tcPr>
          <w:p w14:paraId="5FE31399" w14:textId="168E3A95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Davey water pump</w:t>
            </w:r>
          </w:p>
        </w:tc>
        <w:tc>
          <w:tcPr>
            <w:tcW w:w="916" w:type="dxa"/>
          </w:tcPr>
          <w:p w14:paraId="2573B16C" w14:textId="60A467F7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626A31BB" w14:textId="18F3D120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1F02C74D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8A48BD2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323A218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7F93433" w14:textId="7101C53C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166</w:t>
            </w:r>
          </w:p>
        </w:tc>
        <w:tc>
          <w:tcPr>
            <w:tcW w:w="4044" w:type="dxa"/>
          </w:tcPr>
          <w:p w14:paraId="5E547B9E" w14:textId="63382B12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Concrete for precast concrete well ring size: 1200mm dia. X 700mm high</w:t>
            </w:r>
          </w:p>
        </w:tc>
        <w:tc>
          <w:tcPr>
            <w:tcW w:w="916" w:type="dxa"/>
          </w:tcPr>
          <w:p w14:paraId="6A17363C" w14:textId="015AA750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</w:t>
            </w:r>
          </w:p>
        </w:tc>
        <w:tc>
          <w:tcPr>
            <w:tcW w:w="1119" w:type="dxa"/>
          </w:tcPr>
          <w:p w14:paraId="178893D6" w14:textId="728C0853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493" w:type="dxa"/>
          </w:tcPr>
          <w:p w14:paraId="6D9C2BC4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B47F2CB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41E9F91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0D0CE8D" w14:textId="77777777" w:rsidR="00943F9E" w:rsidRDefault="00943F9E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1590F64E" w14:textId="77BB7016" w:rsidR="00943F9E" w:rsidRP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Septic Tank and Soakaway Pit </w:t>
            </w:r>
          </w:p>
        </w:tc>
        <w:tc>
          <w:tcPr>
            <w:tcW w:w="916" w:type="dxa"/>
          </w:tcPr>
          <w:p w14:paraId="7545C435" w14:textId="77777777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10851619" w14:textId="77777777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5CAD85D6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7F44AE5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35F1AF44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4348C3B" w14:textId="77777777" w:rsidR="00943F9E" w:rsidRDefault="00943F9E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7EF4A073" w14:textId="2E8B02D7" w:rsidR="00943F9E" w:rsidRP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Septic Tanks: </w:t>
            </w:r>
          </w:p>
        </w:tc>
        <w:tc>
          <w:tcPr>
            <w:tcW w:w="916" w:type="dxa"/>
          </w:tcPr>
          <w:p w14:paraId="09BC66FF" w14:textId="77777777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1BC80AFF" w14:textId="77777777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645AA19D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3F70118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354082E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F6BD2C8" w14:textId="058D7493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167</w:t>
            </w:r>
          </w:p>
        </w:tc>
        <w:tc>
          <w:tcPr>
            <w:tcW w:w="4044" w:type="dxa"/>
          </w:tcPr>
          <w:p w14:paraId="468220D7" w14:textId="6A3C8FA3" w:rsidR="00943F9E" w:rsidRP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Cement 40kg</w:t>
            </w:r>
          </w:p>
        </w:tc>
        <w:tc>
          <w:tcPr>
            <w:tcW w:w="916" w:type="dxa"/>
          </w:tcPr>
          <w:p w14:paraId="0932BE50" w14:textId="34A797F9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</w:t>
            </w:r>
          </w:p>
        </w:tc>
        <w:tc>
          <w:tcPr>
            <w:tcW w:w="1119" w:type="dxa"/>
          </w:tcPr>
          <w:p w14:paraId="7ABBAD3E" w14:textId="7C4825A3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1493" w:type="dxa"/>
          </w:tcPr>
          <w:p w14:paraId="0CF22DD8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1D576EF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6C34991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D7EF659" w14:textId="1A84C31A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168</w:t>
            </w:r>
          </w:p>
        </w:tc>
        <w:tc>
          <w:tcPr>
            <w:tcW w:w="4044" w:type="dxa"/>
          </w:tcPr>
          <w:p w14:paraId="5ABD6DBA" w14:textId="1A6548C5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Cement for brick manufacture</w:t>
            </w:r>
          </w:p>
        </w:tc>
        <w:tc>
          <w:tcPr>
            <w:tcW w:w="916" w:type="dxa"/>
          </w:tcPr>
          <w:p w14:paraId="302757A8" w14:textId="48CCA94B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</w:t>
            </w:r>
          </w:p>
        </w:tc>
        <w:tc>
          <w:tcPr>
            <w:tcW w:w="1119" w:type="dxa"/>
          </w:tcPr>
          <w:p w14:paraId="705A8EC3" w14:textId="1AC57FEB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493" w:type="dxa"/>
          </w:tcPr>
          <w:p w14:paraId="5D23BAA9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EBCCDEB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5AFAF68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F7C62A" w14:textId="3FF5667F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169</w:t>
            </w:r>
          </w:p>
        </w:tc>
        <w:tc>
          <w:tcPr>
            <w:tcW w:w="4044" w:type="dxa"/>
          </w:tcPr>
          <w:p w14:paraId="1F7A1486" w14:textId="14B61BF7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F62 fabrick mesh wire 6mx2.4m/sheet</w:t>
            </w:r>
          </w:p>
        </w:tc>
        <w:tc>
          <w:tcPr>
            <w:tcW w:w="916" w:type="dxa"/>
          </w:tcPr>
          <w:p w14:paraId="2972154C" w14:textId="07C4D4D5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sht</w:t>
            </w:r>
          </w:p>
        </w:tc>
        <w:tc>
          <w:tcPr>
            <w:tcW w:w="1119" w:type="dxa"/>
          </w:tcPr>
          <w:p w14:paraId="18A7DC6E" w14:textId="5284FEDF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7AC016F0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63CF11F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0E757AAA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DABDB09" w14:textId="6030713C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170</w:t>
            </w:r>
          </w:p>
        </w:tc>
        <w:tc>
          <w:tcPr>
            <w:tcW w:w="4044" w:type="dxa"/>
          </w:tcPr>
          <w:p w14:paraId="44FED6B7" w14:textId="254868D6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Rod 16mm dia. 6m</w:t>
            </w:r>
          </w:p>
        </w:tc>
        <w:tc>
          <w:tcPr>
            <w:tcW w:w="916" w:type="dxa"/>
          </w:tcPr>
          <w:p w14:paraId="7F7FFA6D" w14:textId="008457DD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6BB72088" w14:textId="6794A34B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1493" w:type="dxa"/>
          </w:tcPr>
          <w:p w14:paraId="6B67E1D6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B4FC642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4622E64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92B295" w14:textId="538E8DD3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171</w:t>
            </w:r>
          </w:p>
        </w:tc>
        <w:tc>
          <w:tcPr>
            <w:tcW w:w="4044" w:type="dxa"/>
          </w:tcPr>
          <w:p w14:paraId="4BD9C503" w14:textId="17FB8400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Rod 12mm diameter 6m</w:t>
            </w:r>
          </w:p>
        </w:tc>
        <w:tc>
          <w:tcPr>
            <w:tcW w:w="916" w:type="dxa"/>
          </w:tcPr>
          <w:p w14:paraId="7C67D77B" w14:textId="565D55ED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36C29041" w14:textId="2B8CAF3A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493" w:type="dxa"/>
          </w:tcPr>
          <w:p w14:paraId="6124F024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11D8FCF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7EF566C0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0966877" w14:textId="301D8E1F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172</w:t>
            </w:r>
          </w:p>
        </w:tc>
        <w:tc>
          <w:tcPr>
            <w:tcW w:w="4044" w:type="dxa"/>
          </w:tcPr>
          <w:p w14:paraId="15325AF9" w14:textId="783D6C72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Rod 6mm dia. 6m</w:t>
            </w:r>
          </w:p>
        </w:tc>
        <w:tc>
          <w:tcPr>
            <w:tcW w:w="916" w:type="dxa"/>
          </w:tcPr>
          <w:p w14:paraId="47D8CFB5" w14:textId="2C1F42BE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63A53702" w14:textId="483215DE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543C22EA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2144706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6F193F4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1BC2CC7" w14:textId="1EE4F824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173</w:t>
            </w:r>
          </w:p>
        </w:tc>
        <w:tc>
          <w:tcPr>
            <w:tcW w:w="4044" w:type="dxa"/>
          </w:tcPr>
          <w:p w14:paraId="6B0E9B9E" w14:textId="393478E2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200x25mm Timber formwork </w:t>
            </w:r>
          </w:p>
        </w:tc>
        <w:tc>
          <w:tcPr>
            <w:tcW w:w="916" w:type="dxa"/>
          </w:tcPr>
          <w:p w14:paraId="2A74E79F" w14:textId="259F29BF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61E695E7" w14:textId="4F087B81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6611A245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4D8B2BB9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2141954D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0F5FEFB" w14:textId="136CF8B2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174</w:t>
            </w:r>
          </w:p>
        </w:tc>
        <w:tc>
          <w:tcPr>
            <w:tcW w:w="4044" w:type="dxa"/>
          </w:tcPr>
          <w:p w14:paraId="3843CBB6" w14:textId="7D0CFAA0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Formwork plasply boarding</w:t>
            </w:r>
          </w:p>
        </w:tc>
        <w:tc>
          <w:tcPr>
            <w:tcW w:w="916" w:type="dxa"/>
          </w:tcPr>
          <w:p w14:paraId="1BEAC782" w14:textId="7E3A6BA9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sht</w:t>
            </w:r>
          </w:p>
        </w:tc>
        <w:tc>
          <w:tcPr>
            <w:tcW w:w="1119" w:type="dxa"/>
          </w:tcPr>
          <w:p w14:paraId="18F47728" w14:textId="2B632FE3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493" w:type="dxa"/>
          </w:tcPr>
          <w:p w14:paraId="758C0475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793EEEC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18C38C5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41DEFFE" w14:textId="776762DC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175</w:t>
            </w:r>
          </w:p>
        </w:tc>
        <w:tc>
          <w:tcPr>
            <w:tcW w:w="4044" w:type="dxa"/>
          </w:tcPr>
          <w:p w14:paraId="1B8CBFE3" w14:textId="0554C818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100x50mm formwork frames</w:t>
            </w:r>
          </w:p>
        </w:tc>
        <w:tc>
          <w:tcPr>
            <w:tcW w:w="916" w:type="dxa"/>
          </w:tcPr>
          <w:p w14:paraId="01AA2E6D" w14:textId="48EF4C12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78C3BF98" w14:textId="6EDD5390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089A2CAC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DB08AA5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23AEE1B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7A0060F" w14:textId="77777777" w:rsidR="00943F9E" w:rsidRDefault="00943F9E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41152F16" w14:textId="29D06945" w:rsidR="00943F9E" w:rsidRP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Soakaway Pit</w:t>
            </w:r>
          </w:p>
        </w:tc>
        <w:tc>
          <w:tcPr>
            <w:tcW w:w="916" w:type="dxa"/>
          </w:tcPr>
          <w:p w14:paraId="64BC3D53" w14:textId="77777777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24898D4B" w14:textId="77777777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4BFE3E8D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3B28BEC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283B895F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631F444" w14:textId="70783FD5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176</w:t>
            </w:r>
          </w:p>
        </w:tc>
        <w:tc>
          <w:tcPr>
            <w:tcW w:w="4044" w:type="dxa"/>
          </w:tcPr>
          <w:p w14:paraId="35749392" w14:textId="0FF5D265" w:rsidR="00943F9E" w:rsidRP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Cement 40kg</w:t>
            </w:r>
          </w:p>
        </w:tc>
        <w:tc>
          <w:tcPr>
            <w:tcW w:w="916" w:type="dxa"/>
          </w:tcPr>
          <w:p w14:paraId="544E0AB9" w14:textId="4B9A3EB1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</w:t>
            </w:r>
          </w:p>
        </w:tc>
        <w:tc>
          <w:tcPr>
            <w:tcW w:w="1119" w:type="dxa"/>
          </w:tcPr>
          <w:p w14:paraId="50FE4E5F" w14:textId="588D8A1F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1493" w:type="dxa"/>
          </w:tcPr>
          <w:p w14:paraId="47117352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381DE58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6FD0153C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E53464A" w14:textId="48E205A0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177</w:t>
            </w:r>
          </w:p>
        </w:tc>
        <w:tc>
          <w:tcPr>
            <w:tcW w:w="4044" w:type="dxa"/>
          </w:tcPr>
          <w:p w14:paraId="5BBC8562" w14:textId="5DB6D68E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Cement for brick manufacture</w:t>
            </w:r>
          </w:p>
        </w:tc>
        <w:tc>
          <w:tcPr>
            <w:tcW w:w="916" w:type="dxa"/>
          </w:tcPr>
          <w:p w14:paraId="6A55EE38" w14:textId="67135A99" w:rsidR="00943F9E" w:rsidRDefault="00943F9E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bag</w:t>
            </w:r>
          </w:p>
        </w:tc>
        <w:tc>
          <w:tcPr>
            <w:tcW w:w="1119" w:type="dxa"/>
          </w:tcPr>
          <w:p w14:paraId="7DA0D094" w14:textId="393A1C8F" w:rsidR="00943F9E" w:rsidRDefault="00943F9E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493" w:type="dxa"/>
          </w:tcPr>
          <w:p w14:paraId="1D6EAFBC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A587D6A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F9E" w:rsidRPr="00C44890" w14:paraId="1E038D3B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D95A8F3" w14:textId="0F4DCFD0" w:rsidR="00943F9E" w:rsidRDefault="00943F9E" w:rsidP="00C44890">
            <w:pPr>
              <w:rPr>
                <w:b w:val="0"/>
              </w:rPr>
            </w:pPr>
            <w:r>
              <w:rPr>
                <w:b w:val="0"/>
              </w:rPr>
              <w:t>178</w:t>
            </w:r>
          </w:p>
        </w:tc>
        <w:tc>
          <w:tcPr>
            <w:tcW w:w="4044" w:type="dxa"/>
          </w:tcPr>
          <w:p w14:paraId="117F2382" w14:textId="2C391E93" w:rsidR="00943F9E" w:rsidRDefault="00943F9E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F62 fabric mesh wire 6mx2.4m/sheet</w:t>
            </w:r>
          </w:p>
        </w:tc>
        <w:tc>
          <w:tcPr>
            <w:tcW w:w="916" w:type="dxa"/>
          </w:tcPr>
          <w:p w14:paraId="5581F2AA" w14:textId="15F5967F" w:rsidR="00943F9E" w:rsidRDefault="00A402D8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sht</w:t>
            </w:r>
          </w:p>
        </w:tc>
        <w:tc>
          <w:tcPr>
            <w:tcW w:w="1119" w:type="dxa"/>
          </w:tcPr>
          <w:p w14:paraId="754745B0" w14:textId="2D9C3CA6" w:rsidR="00943F9E" w:rsidRDefault="00A402D8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4A495A49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B198B57" w14:textId="77777777" w:rsidR="00943F9E" w:rsidRPr="00C44890" w:rsidRDefault="00943F9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2D8" w:rsidRPr="00C44890" w14:paraId="56D3D2CE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CF4380A" w14:textId="26E26823" w:rsidR="00A402D8" w:rsidRDefault="00A402D8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5016A5A2" w14:textId="7FB3F8C5" w:rsidR="00A402D8" w:rsidRPr="00A402D8" w:rsidRDefault="00A402D8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Drainage</w:t>
            </w:r>
          </w:p>
        </w:tc>
        <w:tc>
          <w:tcPr>
            <w:tcW w:w="916" w:type="dxa"/>
          </w:tcPr>
          <w:p w14:paraId="0FDD1511" w14:textId="77777777" w:rsidR="00A402D8" w:rsidRDefault="00A402D8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2F7DDF27" w14:textId="77777777" w:rsidR="00A402D8" w:rsidRDefault="00A402D8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0AE6BAEE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09DF52E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2D8" w:rsidRPr="00C44890" w14:paraId="269B4354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5156A3" w14:textId="4D3E8105" w:rsidR="00A402D8" w:rsidRDefault="00A402D8" w:rsidP="00C44890">
            <w:pPr>
              <w:rPr>
                <w:b w:val="0"/>
              </w:rPr>
            </w:pPr>
            <w:r>
              <w:rPr>
                <w:b w:val="0"/>
              </w:rPr>
              <w:t>179</w:t>
            </w:r>
          </w:p>
        </w:tc>
        <w:tc>
          <w:tcPr>
            <w:tcW w:w="4044" w:type="dxa"/>
          </w:tcPr>
          <w:p w14:paraId="79756655" w14:textId="4A35C600" w:rsidR="00A402D8" w:rsidRPr="00A402D8" w:rsidRDefault="00A402D8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40mm dia. Pvc pipe 6m in length for drainage</w:t>
            </w:r>
          </w:p>
        </w:tc>
        <w:tc>
          <w:tcPr>
            <w:tcW w:w="916" w:type="dxa"/>
          </w:tcPr>
          <w:p w14:paraId="27E3B0C8" w14:textId="3097F998" w:rsidR="00A402D8" w:rsidRDefault="00A402D8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6501C3B1" w14:textId="57D4D982" w:rsidR="00A402D8" w:rsidRDefault="00A402D8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493" w:type="dxa"/>
          </w:tcPr>
          <w:p w14:paraId="0FBD51BE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CF5A3D6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2D8" w:rsidRPr="00C44890" w14:paraId="117DD46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26B4688" w14:textId="33AD6574" w:rsidR="00A402D8" w:rsidRDefault="00A402D8" w:rsidP="00C44890">
            <w:pPr>
              <w:rPr>
                <w:b w:val="0"/>
              </w:rPr>
            </w:pPr>
            <w:r>
              <w:rPr>
                <w:b w:val="0"/>
              </w:rPr>
              <w:t>180</w:t>
            </w:r>
          </w:p>
        </w:tc>
        <w:tc>
          <w:tcPr>
            <w:tcW w:w="4044" w:type="dxa"/>
          </w:tcPr>
          <w:p w14:paraId="587D9D2E" w14:textId="65F237ED" w:rsidR="00A402D8" w:rsidRDefault="00A402D8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40mm dia. Pvc pipe bend </w:t>
            </w:r>
          </w:p>
        </w:tc>
        <w:tc>
          <w:tcPr>
            <w:tcW w:w="916" w:type="dxa"/>
          </w:tcPr>
          <w:p w14:paraId="6603DC61" w14:textId="55F721AF" w:rsidR="00A402D8" w:rsidRDefault="00A402D8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3D2A59F1" w14:textId="32E75451" w:rsidR="00A402D8" w:rsidRDefault="00A402D8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493" w:type="dxa"/>
          </w:tcPr>
          <w:p w14:paraId="1CC95130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723C61B8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2D8" w:rsidRPr="00C44890" w14:paraId="669531D4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2FAD613" w14:textId="569953B0" w:rsidR="00A402D8" w:rsidRDefault="00A402D8" w:rsidP="00C44890">
            <w:pPr>
              <w:rPr>
                <w:b w:val="0"/>
              </w:rPr>
            </w:pPr>
            <w:r>
              <w:rPr>
                <w:b w:val="0"/>
              </w:rPr>
              <w:t>181</w:t>
            </w:r>
          </w:p>
        </w:tc>
        <w:tc>
          <w:tcPr>
            <w:tcW w:w="4044" w:type="dxa"/>
          </w:tcPr>
          <w:p w14:paraId="5BF360C8" w14:textId="643A559A" w:rsidR="00A402D8" w:rsidRDefault="00A402D8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40mm dia. Pvc tee</w:t>
            </w:r>
          </w:p>
        </w:tc>
        <w:tc>
          <w:tcPr>
            <w:tcW w:w="916" w:type="dxa"/>
          </w:tcPr>
          <w:p w14:paraId="22D4B63E" w14:textId="0FF93AAC" w:rsidR="00A402D8" w:rsidRDefault="00A402D8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55603D57" w14:textId="13030E4A" w:rsidR="00A402D8" w:rsidRDefault="00A402D8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681E241F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675C9A38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2D8" w:rsidRPr="00C44890" w14:paraId="74B02E5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DAF64B0" w14:textId="25EE4EEC" w:rsidR="00A402D8" w:rsidRDefault="00A402D8" w:rsidP="00C44890">
            <w:pPr>
              <w:rPr>
                <w:b w:val="0"/>
              </w:rPr>
            </w:pPr>
            <w:r>
              <w:rPr>
                <w:b w:val="0"/>
              </w:rPr>
              <w:t>182</w:t>
            </w:r>
          </w:p>
        </w:tc>
        <w:tc>
          <w:tcPr>
            <w:tcW w:w="4044" w:type="dxa"/>
          </w:tcPr>
          <w:p w14:paraId="0CB694E6" w14:textId="5D0B81B8" w:rsidR="00A402D8" w:rsidRDefault="00A402D8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100mm dia. Pvc pipe 6m in length for drainage</w:t>
            </w:r>
          </w:p>
        </w:tc>
        <w:tc>
          <w:tcPr>
            <w:tcW w:w="916" w:type="dxa"/>
          </w:tcPr>
          <w:p w14:paraId="537AF0AE" w14:textId="7AD38124" w:rsidR="00A402D8" w:rsidRDefault="00A402D8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leng</w:t>
            </w:r>
          </w:p>
        </w:tc>
        <w:tc>
          <w:tcPr>
            <w:tcW w:w="1119" w:type="dxa"/>
          </w:tcPr>
          <w:p w14:paraId="2E7014BC" w14:textId="5195C871" w:rsidR="00A402D8" w:rsidRDefault="00A402D8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93" w:type="dxa"/>
          </w:tcPr>
          <w:p w14:paraId="1CD83BC1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E790B38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2D8" w:rsidRPr="00C44890" w14:paraId="7706D278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C86A16D" w14:textId="08B24087" w:rsidR="00A402D8" w:rsidRDefault="00A402D8" w:rsidP="00C44890">
            <w:pPr>
              <w:rPr>
                <w:b w:val="0"/>
              </w:rPr>
            </w:pPr>
            <w:r>
              <w:rPr>
                <w:b w:val="0"/>
              </w:rPr>
              <w:t>183</w:t>
            </w:r>
          </w:p>
        </w:tc>
        <w:tc>
          <w:tcPr>
            <w:tcW w:w="4044" w:type="dxa"/>
          </w:tcPr>
          <w:p w14:paraId="53EBBA86" w14:textId="776D0BAF" w:rsidR="00A402D8" w:rsidRDefault="00A402D8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100mm dia. Pvc bend </w:t>
            </w:r>
          </w:p>
        </w:tc>
        <w:tc>
          <w:tcPr>
            <w:tcW w:w="916" w:type="dxa"/>
          </w:tcPr>
          <w:p w14:paraId="155F7E20" w14:textId="14842EFD" w:rsidR="00A402D8" w:rsidRDefault="00A402D8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0B764421" w14:textId="2FD9C5D8" w:rsidR="00A402D8" w:rsidRDefault="00A402D8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493" w:type="dxa"/>
          </w:tcPr>
          <w:p w14:paraId="532069CC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1D879FB6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2D8" w:rsidRPr="00C44890" w14:paraId="13D74445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455B7E6" w14:textId="092DFDDF" w:rsidR="00A402D8" w:rsidRDefault="00A402D8" w:rsidP="00C44890">
            <w:pPr>
              <w:rPr>
                <w:b w:val="0"/>
              </w:rPr>
            </w:pPr>
            <w:r>
              <w:rPr>
                <w:b w:val="0"/>
              </w:rPr>
              <w:t>184</w:t>
            </w:r>
          </w:p>
        </w:tc>
        <w:tc>
          <w:tcPr>
            <w:tcW w:w="4044" w:type="dxa"/>
          </w:tcPr>
          <w:p w14:paraId="677CB16B" w14:textId="2E2C03C3" w:rsidR="00A402D8" w:rsidRDefault="00A402D8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100mm dia. Pvc tee with inpection cap</w:t>
            </w:r>
          </w:p>
        </w:tc>
        <w:tc>
          <w:tcPr>
            <w:tcW w:w="916" w:type="dxa"/>
          </w:tcPr>
          <w:p w14:paraId="35AF3EEC" w14:textId="5700380E" w:rsidR="00A402D8" w:rsidRDefault="00A402D8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1F0DB08A" w14:textId="0F25B983" w:rsidR="00A402D8" w:rsidRDefault="00A402D8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6B3A5893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3864F351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2D8" w:rsidRPr="00C44890" w14:paraId="29B280B1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ECAB036" w14:textId="2E4B4AA2" w:rsidR="00A402D8" w:rsidRDefault="00A402D8" w:rsidP="00C44890">
            <w:pPr>
              <w:rPr>
                <w:b w:val="0"/>
              </w:rPr>
            </w:pPr>
            <w:r>
              <w:rPr>
                <w:b w:val="0"/>
              </w:rPr>
              <w:t>185</w:t>
            </w:r>
          </w:p>
        </w:tc>
        <w:tc>
          <w:tcPr>
            <w:tcW w:w="4044" w:type="dxa"/>
          </w:tcPr>
          <w:p w14:paraId="10D6D1F3" w14:textId="771930B1" w:rsidR="00A402D8" w:rsidRDefault="00A402D8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100mm dia. Pvc tee</w:t>
            </w:r>
          </w:p>
        </w:tc>
        <w:tc>
          <w:tcPr>
            <w:tcW w:w="916" w:type="dxa"/>
          </w:tcPr>
          <w:p w14:paraId="1C4111F3" w14:textId="39F3FD5B" w:rsidR="00A402D8" w:rsidRDefault="00A402D8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no.</w:t>
            </w:r>
          </w:p>
        </w:tc>
        <w:tc>
          <w:tcPr>
            <w:tcW w:w="1119" w:type="dxa"/>
          </w:tcPr>
          <w:p w14:paraId="075A5360" w14:textId="19C4C3D2" w:rsidR="00A402D8" w:rsidRDefault="00A402D8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</w:tcPr>
          <w:p w14:paraId="2F3D30EA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598A4CD6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2D8" w:rsidRPr="00C44890" w14:paraId="365907B9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1428579" w14:textId="77777777" w:rsidR="00A402D8" w:rsidRDefault="00A402D8" w:rsidP="00C44890">
            <w:pPr>
              <w:rPr>
                <w:b w:val="0"/>
              </w:rPr>
            </w:pPr>
          </w:p>
        </w:tc>
        <w:tc>
          <w:tcPr>
            <w:tcW w:w="4044" w:type="dxa"/>
          </w:tcPr>
          <w:p w14:paraId="70072E56" w14:textId="1EB4B39C" w:rsidR="00A402D8" w:rsidRPr="00A402D8" w:rsidRDefault="00A402D8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Furniture</w:t>
            </w:r>
          </w:p>
        </w:tc>
        <w:tc>
          <w:tcPr>
            <w:tcW w:w="916" w:type="dxa"/>
          </w:tcPr>
          <w:p w14:paraId="5E89845A" w14:textId="77777777" w:rsidR="00A402D8" w:rsidRDefault="00A402D8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9" w:type="dxa"/>
          </w:tcPr>
          <w:p w14:paraId="5CA75C11" w14:textId="77777777" w:rsidR="00A402D8" w:rsidRDefault="00A402D8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3" w:type="dxa"/>
          </w:tcPr>
          <w:p w14:paraId="1B83DD2F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2CC901DB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02D8" w:rsidRPr="00C44890" w14:paraId="64059C92" w14:textId="77777777" w:rsidTr="00384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915801" w14:textId="5312776B" w:rsidR="00A402D8" w:rsidRDefault="00A402D8" w:rsidP="00C44890">
            <w:pPr>
              <w:rPr>
                <w:b w:val="0"/>
              </w:rPr>
            </w:pPr>
            <w:r>
              <w:rPr>
                <w:b w:val="0"/>
              </w:rPr>
              <w:t>186</w:t>
            </w:r>
          </w:p>
        </w:tc>
        <w:tc>
          <w:tcPr>
            <w:tcW w:w="4044" w:type="dxa"/>
          </w:tcPr>
          <w:p w14:paraId="19E9DA15" w14:textId="33D03B57" w:rsidR="00A402D8" w:rsidRPr="00A402D8" w:rsidRDefault="00A402D8" w:rsidP="00CE49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Counter with Seat</w:t>
            </w:r>
          </w:p>
        </w:tc>
        <w:tc>
          <w:tcPr>
            <w:tcW w:w="916" w:type="dxa"/>
          </w:tcPr>
          <w:p w14:paraId="3B60288D" w14:textId="361F1263" w:rsidR="00A402D8" w:rsidRDefault="00A402D8" w:rsidP="00CE49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item</w:t>
            </w:r>
          </w:p>
        </w:tc>
        <w:tc>
          <w:tcPr>
            <w:tcW w:w="1119" w:type="dxa"/>
          </w:tcPr>
          <w:p w14:paraId="730089A7" w14:textId="04B53E83" w:rsidR="00A402D8" w:rsidRDefault="00A402D8" w:rsidP="00255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93" w:type="dxa"/>
          </w:tcPr>
          <w:p w14:paraId="76ADC31A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5" w:type="dxa"/>
          </w:tcPr>
          <w:p w14:paraId="0322AAF8" w14:textId="77777777" w:rsidR="00A402D8" w:rsidRPr="00C44890" w:rsidRDefault="00A402D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D3C1C1" w14:textId="77777777" w:rsidR="00C44890" w:rsidRPr="00C44890" w:rsidRDefault="00C44890" w:rsidP="00C44890"/>
    <w:sectPr w:rsidR="00C44890" w:rsidRPr="00C44890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1475C" w14:textId="77777777" w:rsidR="00C91CDB" w:rsidRDefault="00C91CDB">
      <w:r>
        <w:separator/>
      </w:r>
    </w:p>
  </w:endnote>
  <w:endnote w:type="continuationSeparator" w:id="0">
    <w:p w14:paraId="7AB3DE7B" w14:textId="77777777" w:rsidR="00C91CDB" w:rsidRDefault="00C91CDB">
      <w:r>
        <w:continuationSeparator/>
      </w:r>
    </w:p>
  </w:endnote>
  <w:endnote w:type="continuationNotice" w:id="1">
    <w:p w14:paraId="62B9E978" w14:textId="77777777" w:rsidR="00C91CDB" w:rsidRDefault="00C91C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 Semilight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139D4E19" w:rsidR="00CE49F4" w:rsidRDefault="00CE49F4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41D91" w:rsidRPr="00241D91">
      <w:rPr>
        <w:noProof/>
        <w:color w:val="17365D" w:themeColor="text2" w:themeShade="BF"/>
        <w:lang w:val="sv-SE"/>
      </w:rPr>
      <w:t>8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41D91" w:rsidRPr="00241D91">
      <w:rPr>
        <w:noProof/>
        <w:color w:val="17365D" w:themeColor="text2" w:themeShade="BF"/>
        <w:lang w:val="sv-SE"/>
      </w:rPr>
      <w:t>9</w:t>
    </w:r>
    <w:r>
      <w:rPr>
        <w:color w:val="17365D" w:themeColor="text2" w:themeShade="BF"/>
      </w:rPr>
      <w:fldChar w:fldCharType="end"/>
    </w:r>
  </w:p>
  <w:p w14:paraId="213B5D63" w14:textId="15269115" w:rsidR="00CE49F4" w:rsidRDefault="00CE49F4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2786F">
      <w:rPr>
        <w:noProof/>
      </w:rPr>
      <w:t>2023-10-25</w:t>
    </w:r>
    <w:r>
      <w:fldChar w:fldCharType="end"/>
    </w:r>
  </w:p>
  <w:p w14:paraId="4C7E2131" w14:textId="77777777" w:rsidR="00CE49F4" w:rsidRDefault="00CE49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397D6" w14:textId="77777777" w:rsidR="00C91CDB" w:rsidRDefault="00C91CDB">
      <w:r>
        <w:separator/>
      </w:r>
    </w:p>
  </w:footnote>
  <w:footnote w:type="continuationSeparator" w:id="0">
    <w:p w14:paraId="2B36809B" w14:textId="77777777" w:rsidR="00C91CDB" w:rsidRDefault="00C91CDB">
      <w:r>
        <w:continuationSeparator/>
      </w:r>
    </w:p>
  </w:footnote>
  <w:footnote w:type="continuationNotice" w:id="1">
    <w:p w14:paraId="7A458BEF" w14:textId="77777777" w:rsidR="00C91CDB" w:rsidRDefault="00C91C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3CBF2045" w:rsidR="00CE49F4" w:rsidRPr="00FF7B55" w:rsidRDefault="00CE49F4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  <w:lang w:val="en-NZ" w:eastAsia="en-NZ"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Pr="007F3777">
      <w:rPr>
        <w:rStyle w:val="Strong"/>
        <w:lang w:val="en-GB"/>
      </w:rPr>
      <w:t>RF</w:t>
    </w:r>
    <w:r>
      <w:rPr>
        <w:rStyle w:val="Strong"/>
        <w:lang w:val="en-GB"/>
      </w:rPr>
      <w:t>Q</w:t>
    </w:r>
    <w:r w:rsidRPr="007F3777">
      <w:rPr>
        <w:rStyle w:val="Strong"/>
        <w:lang w:val="en-GB"/>
      </w:rPr>
      <w:t>-</w:t>
    </w:r>
    <w:r w:rsidR="00D2786F">
      <w:rPr>
        <w:rFonts w:cs="Calibri"/>
        <w:lang w:val="en-GB" w:eastAsia="ko-KR"/>
      </w:rPr>
      <w:t>15-G040-23</w:t>
    </w:r>
    <w:r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486B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1D91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00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8E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D40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316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6D5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62B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3CBC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4EC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3F9E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2D8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1CDB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9F4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06F7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786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4A75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66403D-4122-41D7-A5D9-A4379638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190</TotalTime>
  <Pages>9</Pages>
  <Words>1266</Words>
  <Characters>7219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8469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6</cp:revision>
  <cp:lastPrinted>2013-10-18T08:32:00Z</cp:lastPrinted>
  <dcterms:created xsi:type="dcterms:W3CDTF">2019-06-11T03:28:00Z</dcterms:created>
  <dcterms:modified xsi:type="dcterms:W3CDTF">2023-10-24T23:47:00Z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